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B16" w:rsidRPr="00D1204D" w:rsidRDefault="00576B16" w:rsidP="006D5665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D1204D">
        <w:rPr>
          <w:rFonts w:ascii="Times New Roman" w:hAnsi="Times New Roman"/>
          <w:b/>
          <w:bCs/>
          <w:color w:val="333333"/>
          <w:sz w:val="28"/>
          <w:szCs w:val="28"/>
        </w:rPr>
        <w:t>Аксентьева Светлана Юрьевна МАОУ «СОШ №12» г. Березники</w:t>
      </w:r>
    </w:p>
    <w:p w:rsidR="00576B16" w:rsidRPr="00D1204D" w:rsidRDefault="00576B16" w:rsidP="006D5665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D1204D">
        <w:rPr>
          <w:rFonts w:ascii="Times New Roman" w:hAnsi="Times New Roman"/>
          <w:b/>
          <w:bCs/>
          <w:color w:val="333333"/>
          <w:sz w:val="28"/>
          <w:szCs w:val="28"/>
        </w:rPr>
        <w:t xml:space="preserve">"Критерии и процедуры оценивания познавательных УУД по осознанному выбору эффективных способов решения учебных задач </w:t>
      </w:r>
      <w:r>
        <w:rPr>
          <w:rFonts w:ascii="Times New Roman" w:hAnsi="Times New Roman"/>
          <w:b/>
          <w:bCs/>
          <w:color w:val="333333"/>
          <w:sz w:val="28"/>
          <w:szCs w:val="28"/>
        </w:rPr>
        <w:t xml:space="preserve">при обучении </w:t>
      </w:r>
      <w:r w:rsidRPr="00D1204D">
        <w:rPr>
          <w:rFonts w:ascii="Times New Roman" w:hAnsi="Times New Roman"/>
          <w:b/>
          <w:bCs/>
          <w:color w:val="333333"/>
          <w:sz w:val="28"/>
          <w:szCs w:val="28"/>
        </w:rPr>
        <w:t>химии"</w:t>
      </w:r>
    </w:p>
    <w:p w:rsidR="00576B16" w:rsidRPr="00D1204D" w:rsidRDefault="00576B16" w:rsidP="006D5665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576B16" w:rsidRPr="00D1204D" w:rsidRDefault="00576B16" w:rsidP="003360AA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bCs/>
          <w:color w:val="333333"/>
          <w:sz w:val="28"/>
          <w:szCs w:val="28"/>
        </w:rPr>
        <w:t>Познавательные универсальные учебные действия включают следующие умения:</w:t>
      </w:r>
    </w:p>
    <w:p w:rsidR="00576B16" w:rsidRPr="00D1204D" w:rsidRDefault="00576B16" w:rsidP="005201C8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-анализировать ход и способ действий;</w:t>
      </w:r>
    </w:p>
    <w:p w:rsidR="00576B16" w:rsidRPr="00D1204D" w:rsidRDefault="00576B16" w:rsidP="005201C8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-осмысленно читать, извлекая нужную информацию;</w:t>
      </w:r>
    </w:p>
    <w:p w:rsidR="00576B16" w:rsidRPr="00D1204D" w:rsidRDefault="00576B16" w:rsidP="005201C8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- находить информацию и структурировать ее в нужной форме;</w:t>
      </w:r>
    </w:p>
    <w:p w:rsidR="00576B16" w:rsidRPr="00D1204D" w:rsidRDefault="00576B16" w:rsidP="005201C8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--владеть операциями  классификации, установления причинно-следственных связей;</w:t>
      </w:r>
    </w:p>
    <w:p w:rsidR="00576B16" w:rsidRPr="00D1204D" w:rsidRDefault="00576B16" w:rsidP="005201C8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строить логическую цепь рассуждений;</w:t>
      </w:r>
    </w:p>
    <w:p w:rsidR="00576B16" w:rsidRPr="00D1204D" w:rsidRDefault="00576B16" w:rsidP="005201C8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-составлять модели учебного содержания и преобразовывать их в случае необходимости;</w:t>
      </w:r>
    </w:p>
    <w:p w:rsidR="00576B16" w:rsidRPr="00D1204D" w:rsidRDefault="00576B16" w:rsidP="005201C8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-создавать устные и письменные высказывания;</w:t>
      </w:r>
    </w:p>
    <w:p w:rsidR="00576B16" w:rsidRPr="00D1204D" w:rsidRDefault="00576B16" w:rsidP="005201C8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-формулировать проблемы и решать их;</w:t>
      </w:r>
    </w:p>
    <w:p w:rsidR="00576B16" w:rsidRPr="00D1204D" w:rsidRDefault="00576B16" w:rsidP="003360AA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-выбирать наиболее подходящий способ решения проблемы.</w:t>
      </w:r>
    </w:p>
    <w:p w:rsidR="00576B16" w:rsidRPr="00D1204D" w:rsidRDefault="00576B16" w:rsidP="003360AA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 xml:space="preserve">Многие из этих </w:t>
      </w:r>
      <w:r w:rsidRPr="00D1204D">
        <w:rPr>
          <w:rFonts w:ascii="Times New Roman" w:hAnsi="Times New Roman"/>
          <w:bCs/>
          <w:color w:val="333333"/>
          <w:sz w:val="28"/>
          <w:szCs w:val="28"/>
        </w:rPr>
        <w:t>умений</w:t>
      </w:r>
      <w:r w:rsidRPr="00D1204D">
        <w:rPr>
          <w:rFonts w:ascii="Times New Roman" w:hAnsi="Times New Roman"/>
          <w:color w:val="333333"/>
          <w:sz w:val="28"/>
          <w:szCs w:val="28"/>
        </w:rPr>
        <w:t xml:space="preserve"> включают регулятивные и личностные составляющие.</w:t>
      </w:r>
    </w:p>
    <w:p w:rsidR="00576B16" w:rsidRPr="00D1204D" w:rsidRDefault="00576B16" w:rsidP="005B4036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Для проверки сформированности УУД требуется</w:t>
      </w:r>
      <w:r w:rsidRPr="00D1204D">
        <w:rPr>
          <w:rFonts w:ascii="Times New Roman" w:hAnsi="Times New Roman"/>
          <w:b/>
          <w:color w:val="333333"/>
          <w:sz w:val="28"/>
          <w:szCs w:val="28"/>
        </w:rPr>
        <w:t xml:space="preserve"> </w:t>
      </w:r>
      <w:r w:rsidRPr="00D1204D">
        <w:rPr>
          <w:rFonts w:ascii="Times New Roman" w:hAnsi="Times New Roman"/>
          <w:color w:val="333333"/>
          <w:sz w:val="28"/>
          <w:szCs w:val="28"/>
        </w:rPr>
        <w:t>диагностический инструментарий.</w:t>
      </w:r>
    </w:p>
    <w:p w:rsidR="00576B16" w:rsidRPr="00D1204D" w:rsidRDefault="00576B16" w:rsidP="005B4036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Результаты диагностики дают возможность учителю:</w:t>
      </w:r>
    </w:p>
    <w:p w:rsidR="00576B16" w:rsidRPr="00D1204D" w:rsidRDefault="00576B16" w:rsidP="005B4036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- скорректировать собственную деятельность и содержание образовательного процесса;</w:t>
      </w:r>
    </w:p>
    <w:p w:rsidR="00576B16" w:rsidRPr="00D1204D" w:rsidRDefault="00576B16" w:rsidP="005B4036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- определить, насколько эффективно используется потенциал учебников, заложенные в них средства получения личностных и метапредметных результатов;</w:t>
      </w:r>
    </w:p>
    <w:p w:rsidR="00576B16" w:rsidRPr="00D1204D" w:rsidRDefault="00576B16" w:rsidP="005B4036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- увидеть возможности реализации индивидуального подхода к развитию каждого обучающегося.</w:t>
      </w:r>
    </w:p>
    <w:p w:rsidR="00576B16" w:rsidRPr="00D1204D" w:rsidRDefault="00576B16" w:rsidP="005B4036">
      <w:pPr>
        <w:shd w:val="clear" w:color="auto" w:fill="FFFFFF"/>
        <w:spacing w:after="0" w:line="300" w:lineRule="atLeast"/>
        <w:rPr>
          <w:rFonts w:ascii="Times New Roman" w:hAnsi="Times New Roman"/>
          <w:b/>
          <w:color w:val="333333"/>
          <w:sz w:val="28"/>
          <w:szCs w:val="28"/>
        </w:rPr>
      </w:pPr>
      <w:r w:rsidRPr="00D1204D">
        <w:rPr>
          <w:rFonts w:ascii="Times New Roman" w:hAnsi="Times New Roman"/>
          <w:b/>
          <w:bCs/>
          <w:color w:val="333333"/>
          <w:sz w:val="28"/>
          <w:szCs w:val="28"/>
        </w:rPr>
        <w:t>Цель проектной работы:</w:t>
      </w:r>
      <w:r w:rsidRPr="00D1204D">
        <w:rPr>
          <w:rFonts w:ascii="Times New Roman" w:hAnsi="Times New Roman"/>
          <w:b/>
          <w:color w:val="333333"/>
          <w:sz w:val="28"/>
          <w:szCs w:val="28"/>
        </w:rPr>
        <w:t> </w:t>
      </w:r>
    </w:p>
    <w:p w:rsidR="00576B16" w:rsidRPr="00D1204D" w:rsidRDefault="00576B16" w:rsidP="00561125">
      <w:pPr>
        <w:spacing w:after="0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 xml:space="preserve">составить диагностические материалы для проверки сформированности познавательных УУД,  описать </w:t>
      </w:r>
      <w:r w:rsidRPr="00D1204D">
        <w:rPr>
          <w:rFonts w:ascii="Times New Roman" w:hAnsi="Times New Roman"/>
          <w:bCs/>
          <w:color w:val="333333"/>
          <w:sz w:val="28"/>
          <w:szCs w:val="28"/>
        </w:rPr>
        <w:t>критерии и процедуры оценивания этих УУД</w:t>
      </w:r>
      <w:r w:rsidRPr="00D1204D">
        <w:rPr>
          <w:rFonts w:ascii="Times New Roman" w:hAnsi="Times New Roman"/>
          <w:color w:val="333333"/>
          <w:sz w:val="28"/>
          <w:szCs w:val="28"/>
        </w:rPr>
        <w:t xml:space="preserve"> для учащихся 5 классов, которые занимаются в кружке «Безопасная химия».</w:t>
      </w:r>
      <w:r w:rsidRPr="00D1204D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576B16" w:rsidRPr="00D1204D" w:rsidRDefault="00576B16" w:rsidP="00561125">
      <w:pPr>
        <w:spacing w:after="0"/>
        <w:rPr>
          <w:rFonts w:ascii="Times New Roman" w:hAnsi="Times New Roman"/>
          <w:sz w:val="28"/>
          <w:szCs w:val="28"/>
        </w:rPr>
      </w:pPr>
      <w:r w:rsidRPr="00D1204D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БЕЗОПАСНАЯ ХИМИЯ</w:t>
      </w:r>
      <w:r w:rsidRPr="00D120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1204D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( 34 часа)</w:t>
      </w:r>
      <w:r w:rsidRPr="00D1204D">
        <w:rPr>
          <w:rFonts w:ascii="Times New Roman" w:hAnsi="Times New Roman"/>
          <w:color w:val="000000"/>
          <w:sz w:val="28"/>
          <w:szCs w:val="28"/>
        </w:rPr>
        <w:br/>
      </w:r>
      <w:r w:rsidRPr="00D1204D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Введение (3 часа).</w:t>
      </w:r>
      <w:r w:rsidRPr="00D1204D">
        <w:rPr>
          <w:rFonts w:ascii="Times New Roman" w:hAnsi="Times New Roman"/>
          <w:color w:val="000000"/>
          <w:sz w:val="28"/>
          <w:szCs w:val="28"/>
        </w:rPr>
        <w:br/>
        <w:t>Химия – наука о веществах.</w:t>
      </w:r>
    </w:p>
    <w:p w:rsidR="00576B16" w:rsidRPr="00D1204D" w:rsidRDefault="00576B16" w:rsidP="00561125">
      <w:pPr>
        <w:spacing w:after="0"/>
        <w:rPr>
          <w:rFonts w:ascii="Times New Roman" w:hAnsi="Times New Roman"/>
          <w:sz w:val="28"/>
          <w:szCs w:val="28"/>
        </w:rPr>
      </w:pPr>
      <w:r w:rsidRPr="00D1204D">
        <w:rPr>
          <w:rFonts w:ascii="Times New Roman" w:hAnsi="Times New Roman"/>
          <w:color w:val="000000"/>
          <w:sz w:val="28"/>
          <w:szCs w:val="28"/>
        </w:rPr>
        <w:t>Вещества вокруг нас.</w:t>
      </w:r>
    </w:p>
    <w:p w:rsidR="00576B16" w:rsidRPr="00D1204D" w:rsidRDefault="00576B16" w:rsidP="00561125">
      <w:pPr>
        <w:spacing w:after="0"/>
        <w:rPr>
          <w:rFonts w:ascii="Times New Roman" w:hAnsi="Times New Roman"/>
          <w:sz w:val="28"/>
          <w:szCs w:val="28"/>
        </w:rPr>
      </w:pPr>
      <w:r w:rsidRPr="00D1204D">
        <w:rPr>
          <w:rFonts w:ascii="Times New Roman" w:hAnsi="Times New Roman"/>
          <w:color w:val="000000"/>
          <w:sz w:val="28"/>
          <w:szCs w:val="28"/>
        </w:rPr>
        <w:t>Краткие сведения из истории развития химической науки от отдельных знаний до целенаправленного изучения веществ и процессов.</w:t>
      </w:r>
    </w:p>
    <w:p w:rsidR="00576B16" w:rsidRPr="00D1204D" w:rsidRDefault="00576B16" w:rsidP="00561125">
      <w:pPr>
        <w:spacing w:after="0"/>
        <w:rPr>
          <w:rFonts w:ascii="Times New Roman" w:hAnsi="Times New Roman"/>
          <w:sz w:val="28"/>
          <w:szCs w:val="28"/>
        </w:rPr>
      </w:pPr>
      <w:r w:rsidRPr="00D1204D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Тема №1.</w:t>
      </w:r>
      <w:r w:rsidRPr="00D120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1204D"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“</w:t>
      </w:r>
      <w:r w:rsidRPr="00D1204D">
        <w:rPr>
          <w:rFonts w:ascii="Times New Roman" w:hAnsi="Times New Roman"/>
          <w:b/>
          <w:bCs/>
          <w:i/>
          <w:iCs/>
          <w:color w:val="000000"/>
          <w:sz w:val="28"/>
          <w:szCs w:val="28"/>
          <w:u w:val="single"/>
          <w:shd w:val="clear" w:color="auto" w:fill="FFFFFF"/>
        </w:rPr>
        <w:t>Химическая лаборатория”</w:t>
      </w:r>
      <w:r w:rsidRPr="00D1204D">
        <w:rPr>
          <w:rFonts w:ascii="Times New Roman" w:hAnsi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.</w:t>
      </w:r>
      <w:r w:rsidRPr="00D1204D">
        <w:rPr>
          <w:rStyle w:val="apple-converted-space"/>
          <w:rFonts w:ascii="Times New Roman" w:hAnsi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 </w:t>
      </w:r>
      <w:r w:rsidRPr="00D1204D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(7 часов)</w:t>
      </w:r>
      <w:r w:rsidRPr="00D1204D">
        <w:rPr>
          <w:rStyle w:val="apple-converted-space"/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 </w:t>
      </w:r>
    </w:p>
    <w:p w:rsidR="00576B16" w:rsidRPr="00D1204D" w:rsidRDefault="00576B16" w:rsidP="00561125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1204D">
        <w:rPr>
          <w:rFonts w:ascii="Times New Roman" w:hAnsi="Times New Roman"/>
          <w:color w:val="000000"/>
          <w:sz w:val="28"/>
          <w:szCs w:val="28"/>
        </w:rPr>
        <w:t>Правила техники безопасности.</w:t>
      </w:r>
    </w:p>
    <w:p w:rsidR="00576B16" w:rsidRPr="00D1204D" w:rsidRDefault="00576B16" w:rsidP="00561125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1204D">
        <w:rPr>
          <w:rFonts w:ascii="Times New Roman" w:hAnsi="Times New Roman"/>
          <w:color w:val="000000"/>
          <w:sz w:val="28"/>
          <w:szCs w:val="28"/>
        </w:rPr>
        <w:t>Химическая лаборатория.</w:t>
      </w:r>
    </w:p>
    <w:p w:rsidR="00576B16" w:rsidRPr="00D1204D" w:rsidRDefault="00576B16" w:rsidP="00561125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1204D">
        <w:rPr>
          <w:rFonts w:ascii="Times New Roman" w:hAnsi="Times New Roman"/>
          <w:color w:val="000000"/>
          <w:sz w:val="28"/>
          <w:szCs w:val="28"/>
        </w:rPr>
        <w:t>Химическая посуда.</w:t>
      </w:r>
    </w:p>
    <w:p w:rsidR="00576B16" w:rsidRPr="00D1204D" w:rsidRDefault="00576B16" w:rsidP="00561125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1204D">
        <w:rPr>
          <w:rFonts w:ascii="Times New Roman" w:hAnsi="Times New Roman"/>
          <w:color w:val="000000"/>
          <w:sz w:val="28"/>
          <w:szCs w:val="28"/>
        </w:rPr>
        <w:t>Лабораторный штатив.</w:t>
      </w:r>
    </w:p>
    <w:p w:rsidR="00576B16" w:rsidRPr="00D1204D" w:rsidRDefault="00576B16" w:rsidP="00561125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1204D">
        <w:rPr>
          <w:rFonts w:ascii="Times New Roman" w:hAnsi="Times New Roman"/>
          <w:color w:val="000000"/>
          <w:sz w:val="28"/>
          <w:szCs w:val="28"/>
        </w:rPr>
        <w:t>Спиртовка.</w:t>
      </w:r>
    </w:p>
    <w:p w:rsidR="00576B16" w:rsidRPr="00D1204D" w:rsidRDefault="00576B16" w:rsidP="00561125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1204D">
        <w:rPr>
          <w:rFonts w:ascii="Times New Roman" w:hAnsi="Times New Roman"/>
          <w:color w:val="000000"/>
          <w:sz w:val="28"/>
          <w:szCs w:val="28"/>
        </w:rPr>
        <w:t>Обращение с кислотами, щелочами, ядовитыми веществами. Меры первой помощи при химических ожогах и отравлениях.</w:t>
      </w:r>
    </w:p>
    <w:p w:rsidR="00576B16" w:rsidRPr="00D1204D" w:rsidRDefault="00576B16" w:rsidP="00561125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1204D">
        <w:rPr>
          <w:rFonts w:ascii="Times New Roman" w:hAnsi="Times New Roman"/>
          <w:color w:val="000000"/>
          <w:sz w:val="28"/>
          <w:szCs w:val="28"/>
        </w:rPr>
        <w:t>Экскурсия.</w:t>
      </w:r>
    </w:p>
    <w:p w:rsidR="00576B16" w:rsidRPr="00D1204D" w:rsidRDefault="00576B16" w:rsidP="00561125">
      <w:pPr>
        <w:spacing w:after="0"/>
        <w:rPr>
          <w:rFonts w:ascii="Times New Roman" w:hAnsi="Times New Roman"/>
          <w:sz w:val="28"/>
          <w:szCs w:val="28"/>
        </w:rPr>
      </w:pPr>
      <w:r w:rsidRPr="00D120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Практические работы</w:t>
      </w:r>
      <w:r w:rsidRPr="00D1204D">
        <w:rPr>
          <w:rFonts w:ascii="Times New Roman" w:hAnsi="Times New Roman"/>
          <w:color w:val="000000"/>
          <w:sz w:val="28"/>
          <w:szCs w:val="28"/>
        </w:rPr>
        <w:br/>
      </w:r>
      <w:r w:rsidRPr="00D120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№ 1</w:t>
      </w:r>
      <w:r w:rsidRPr="00D1204D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D1204D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Правила ТБ при работе в кабинете химии.</w:t>
      </w:r>
      <w:r w:rsidRPr="00D1204D">
        <w:rPr>
          <w:rFonts w:ascii="Times New Roman" w:hAnsi="Times New Roman"/>
          <w:color w:val="000000"/>
          <w:sz w:val="28"/>
          <w:szCs w:val="28"/>
        </w:rPr>
        <w:br/>
      </w:r>
      <w:r w:rsidRPr="00D120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№2</w:t>
      </w:r>
      <w:r w:rsidRPr="00D1204D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D1204D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Знакомство с химической лабораторией</w:t>
      </w:r>
      <w:r w:rsidRPr="00D1204D">
        <w:rPr>
          <w:rStyle w:val="apple-converted-space"/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 </w:t>
      </w:r>
      <w:r w:rsidRPr="00D1204D">
        <w:rPr>
          <w:rFonts w:ascii="Times New Roman" w:hAnsi="Times New Roman"/>
          <w:color w:val="000000"/>
          <w:sz w:val="28"/>
          <w:szCs w:val="28"/>
        </w:rPr>
        <w:br/>
      </w:r>
      <w:r w:rsidRPr="00D120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№3</w:t>
      </w:r>
      <w:r w:rsidRPr="00D1204D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D1204D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Признаки и условия химических реакций.</w:t>
      </w:r>
      <w:r w:rsidRPr="00D1204D">
        <w:rPr>
          <w:rFonts w:ascii="Times New Roman" w:hAnsi="Times New Roman"/>
          <w:color w:val="000000"/>
          <w:sz w:val="28"/>
          <w:szCs w:val="28"/>
        </w:rPr>
        <w:br/>
      </w:r>
      <w:r w:rsidRPr="00D1204D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Тема №2.</w:t>
      </w:r>
      <w:r w:rsidRPr="00D120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1204D"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“</w:t>
      </w:r>
      <w:r w:rsidRPr="00D1204D">
        <w:rPr>
          <w:rFonts w:ascii="Times New Roman" w:hAnsi="Times New Roman"/>
          <w:b/>
          <w:bCs/>
          <w:i/>
          <w:iCs/>
          <w:color w:val="000000"/>
          <w:sz w:val="28"/>
          <w:szCs w:val="28"/>
          <w:u w:val="single"/>
          <w:shd w:val="clear" w:color="auto" w:fill="FFFFFF"/>
        </w:rPr>
        <w:t>Химия и планета Земля”</w:t>
      </w:r>
      <w:r w:rsidRPr="00D1204D">
        <w:rPr>
          <w:rFonts w:ascii="Times New Roman" w:hAnsi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.</w:t>
      </w:r>
      <w:r w:rsidRPr="00D1204D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(12 часов)</w:t>
      </w:r>
      <w:r w:rsidRPr="00D1204D">
        <w:rPr>
          <w:rStyle w:val="apple-converted-space"/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 </w:t>
      </w:r>
    </w:p>
    <w:p w:rsidR="00576B16" w:rsidRPr="00D1204D" w:rsidRDefault="00576B16" w:rsidP="00561125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1204D">
        <w:rPr>
          <w:rFonts w:ascii="Times New Roman" w:hAnsi="Times New Roman"/>
          <w:color w:val="000000"/>
          <w:sz w:val="28"/>
          <w:szCs w:val="28"/>
        </w:rPr>
        <w:t>Состав атмосферы. Кислород как важнейший компонент атмосферы.</w:t>
      </w:r>
    </w:p>
    <w:p w:rsidR="00576B16" w:rsidRPr="00D1204D" w:rsidRDefault="00576B16" w:rsidP="00561125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1204D">
        <w:rPr>
          <w:rFonts w:ascii="Times New Roman" w:hAnsi="Times New Roman"/>
          <w:color w:val="000000"/>
          <w:sz w:val="28"/>
          <w:szCs w:val="28"/>
        </w:rPr>
        <w:t>Углекислый газ и его значение для живой природы и человека.</w:t>
      </w:r>
    </w:p>
    <w:p w:rsidR="00576B16" w:rsidRPr="00D1204D" w:rsidRDefault="00576B16" w:rsidP="00561125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1204D">
        <w:rPr>
          <w:rFonts w:ascii="Times New Roman" w:hAnsi="Times New Roman"/>
          <w:color w:val="000000"/>
          <w:sz w:val="28"/>
          <w:szCs w:val="28"/>
        </w:rPr>
        <w:t>Вода. Свойства воды.</w:t>
      </w:r>
    </w:p>
    <w:p w:rsidR="00576B16" w:rsidRPr="00D1204D" w:rsidRDefault="00576B16" w:rsidP="00561125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1204D">
        <w:rPr>
          <w:rFonts w:ascii="Times New Roman" w:hAnsi="Times New Roman"/>
          <w:color w:val="000000"/>
          <w:sz w:val="28"/>
          <w:szCs w:val="28"/>
        </w:rPr>
        <w:t>Чистые вещества и смеси. Способы разделения смесей.</w:t>
      </w:r>
    </w:p>
    <w:p w:rsidR="00576B16" w:rsidRPr="00D1204D" w:rsidRDefault="00576B16" w:rsidP="00561125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1204D">
        <w:rPr>
          <w:rFonts w:ascii="Times New Roman" w:hAnsi="Times New Roman"/>
          <w:color w:val="000000"/>
          <w:sz w:val="28"/>
          <w:szCs w:val="28"/>
        </w:rPr>
        <w:t>Растворы насыщенные и ненасыщенные.</w:t>
      </w:r>
    </w:p>
    <w:p w:rsidR="00576B16" w:rsidRPr="00D1204D" w:rsidRDefault="00576B16" w:rsidP="00561125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1204D">
        <w:rPr>
          <w:rFonts w:ascii="Times New Roman" w:hAnsi="Times New Roman"/>
          <w:color w:val="000000"/>
          <w:sz w:val="28"/>
          <w:szCs w:val="28"/>
        </w:rPr>
        <w:t>Кристаллы.</w:t>
      </w:r>
      <w:r w:rsidRPr="00D1204D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</w:p>
    <w:p w:rsidR="00576B16" w:rsidRPr="00D1204D" w:rsidRDefault="00576B16" w:rsidP="00561125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1204D">
        <w:rPr>
          <w:rFonts w:ascii="Times New Roman" w:hAnsi="Times New Roman"/>
          <w:color w:val="000000"/>
          <w:sz w:val="28"/>
          <w:szCs w:val="28"/>
        </w:rPr>
        <w:t>Растворы с кислотными и основными свойствами.</w:t>
      </w:r>
    </w:p>
    <w:p w:rsidR="00576B16" w:rsidRPr="00D1204D" w:rsidRDefault="00576B16" w:rsidP="00561125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1204D">
        <w:rPr>
          <w:rFonts w:ascii="Times New Roman" w:hAnsi="Times New Roman"/>
          <w:color w:val="000000"/>
          <w:sz w:val="28"/>
          <w:szCs w:val="28"/>
        </w:rPr>
        <w:t>Индикаторы. Растения – индикаторы.</w:t>
      </w:r>
    </w:p>
    <w:p w:rsidR="00576B16" w:rsidRPr="00D1204D" w:rsidRDefault="00576B16" w:rsidP="00561125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1204D">
        <w:rPr>
          <w:rFonts w:ascii="Times New Roman" w:hAnsi="Times New Roman"/>
          <w:color w:val="000000"/>
          <w:sz w:val="28"/>
          <w:szCs w:val="28"/>
        </w:rPr>
        <w:t>Состав земной коры. Минералы и горные породы.</w:t>
      </w:r>
      <w:r w:rsidRPr="00D1204D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</w:p>
    <w:p w:rsidR="00576B16" w:rsidRPr="00D1204D" w:rsidRDefault="00576B16" w:rsidP="00561125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1204D">
        <w:rPr>
          <w:rFonts w:ascii="Times New Roman" w:hAnsi="Times New Roman"/>
          <w:color w:val="000000"/>
          <w:sz w:val="28"/>
          <w:szCs w:val="28"/>
        </w:rPr>
        <w:t>Природные ресурсы и их химическая переработка. Представление о рудах.</w:t>
      </w:r>
    </w:p>
    <w:p w:rsidR="00576B16" w:rsidRPr="00D1204D" w:rsidRDefault="00576B16" w:rsidP="00561125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1204D">
        <w:rPr>
          <w:rFonts w:ascii="Times New Roman" w:hAnsi="Times New Roman"/>
          <w:color w:val="000000"/>
          <w:sz w:val="28"/>
          <w:szCs w:val="28"/>
        </w:rPr>
        <w:t>Биосфера. Растительный и животный мир на земле.</w:t>
      </w:r>
    </w:p>
    <w:p w:rsidR="00576B16" w:rsidRPr="00D1204D" w:rsidRDefault="00576B16" w:rsidP="00561125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1204D">
        <w:rPr>
          <w:rFonts w:ascii="Times New Roman" w:hAnsi="Times New Roman"/>
          <w:color w:val="000000"/>
          <w:sz w:val="28"/>
          <w:szCs w:val="28"/>
        </w:rPr>
        <w:t>Химия и окружающая среда. Химическое загрязнение окружающей среды.</w:t>
      </w:r>
    </w:p>
    <w:p w:rsidR="00576B16" w:rsidRPr="00D1204D" w:rsidRDefault="00576B16" w:rsidP="00561125">
      <w:pPr>
        <w:spacing w:after="0"/>
        <w:rPr>
          <w:rFonts w:ascii="Times New Roman" w:hAnsi="Times New Roman"/>
          <w:sz w:val="28"/>
          <w:szCs w:val="28"/>
        </w:rPr>
      </w:pPr>
      <w:r w:rsidRPr="00D120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Практические работы</w:t>
      </w:r>
      <w:r w:rsidRPr="00D1204D">
        <w:rPr>
          <w:rFonts w:ascii="Times New Roman" w:hAnsi="Times New Roman"/>
          <w:color w:val="000000"/>
          <w:sz w:val="28"/>
          <w:szCs w:val="28"/>
        </w:rPr>
        <w:br/>
      </w:r>
      <w:r w:rsidRPr="00D120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№4</w:t>
      </w:r>
      <w:r w:rsidRPr="00D1204D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D1204D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«Растворение в воде сахара, соли. Заваривание чая, кофе, приготовление настоев, отваров.</w:t>
      </w:r>
      <w:r w:rsidRPr="00D1204D">
        <w:rPr>
          <w:rFonts w:ascii="Times New Roman" w:hAnsi="Times New Roman"/>
          <w:color w:val="000000"/>
          <w:sz w:val="28"/>
          <w:szCs w:val="28"/>
        </w:rPr>
        <w:br/>
      </w:r>
      <w:r w:rsidRPr="00D120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№5</w:t>
      </w:r>
      <w:r w:rsidRPr="00D1204D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D1204D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«Методы разделения смесей: фильтрование, выпаривание, разделение при помощи делительной воронки; разделение твердой смеси песка и железных опилок при помощи магнита.»</w:t>
      </w:r>
      <w:r w:rsidRPr="00D1204D">
        <w:rPr>
          <w:rFonts w:ascii="Times New Roman" w:hAnsi="Times New Roman"/>
          <w:color w:val="000000"/>
          <w:sz w:val="28"/>
          <w:szCs w:val="28"/>
        </w:rPr>
        <w:br/>
      </w:r>
      <w:r w:rsidRPr="00D120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№6</w:t>
      </w:r>
      <w:r w:rsidRPr="00D1204D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D1204D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«Приготовление насыщенного раствора соли. Выращивание кристаллов».</w:t>
      </w:r>
      <w:r w:rsidRPr="00D1204D">
        <w:rPr>
          <w:rFonts w:ascii="Times New Roman" w:hAnsi="Times New Roman"/>
          <w:color w:val="000000"/>
          <w:sz w:val="28"/>
          <w:szCs w:val="28"/>
        </w:rPr>
        <w:br/>
      </w:r>
      <w:r w:rsidRPr="00D120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№7</w:t>
      </w:r>
      <w:r w:rsidRPr="00D1204D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D1204D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«Испытание индикаторами растворов соды, мыла, лимонной кислоты»</w:t>
      </w:r>
      <w:r w:rsidRPr="00D1204D">
        <w:rPr>
          <w:rFonts w:ascii="Times New Roman" w:hAnsi="Times New Roman"/>
          <w:color w:val="000000"/>
          <w:sz w:val="28"/>
          <w:szCs w:val="28"/>
        </w:rPr>
        <w:br/>
      </w:r>
      <w:r w:rsidRPr="00D120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№8</w:t>
      </w:r>
      <w:r w:rsidRPr="00D1204D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D1204D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«Испытание индикаторных свойств соков, отваров, варенья».</w:t>
      </w:r>
      <w:r w:rsidRPr="00D1204D">
        <w:rPr>
          <w:rFonts w:ascii="Times New Roman" w:hAnsi="Times New Roman"/>
          <w:color w:val="000000"/>
          <w:sz w:val="28"/>
          <w:szCs w:val="28"/>
        </w:rPr>
        <w:br/>
      </w:r>
      <w:r w:rsidRPr="00D1204D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Тема №3.</w:t>
      </w:r>
      <w:r w:rsidRPr="00D1204D">
        <w:rPr>
          <w:rStyle w:val="apple-converted-space"/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D120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1204D"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“</w:t>
      </w:r>
      <w:r w:rsidRPr="00D1204D">
        <w:rPr>
          <w:rFonts w:ascii="Times New Roman" w:hAnsi="Times New Roman"/>
          <w:b/>
          <w:bCs/>
          <w:i/>
          <w:iCs/>
          <w:color w:val="000000"/>
          <w:sz w:val="28"/>
          <w:szCs w:val="28"/>
          <w:u w:val="single"/>
          <w:shd w:val="clear" w:color="auto" w:fill="FFFFFF"/>
        </w:rPr>
        <w:t>История химии”</w:t>
      </w:r>
      <w:r w:rsidRPr="00D1204D">
        <w:rPr>
          <w:rFonts w:ascii="Times New Roman" w:hAnsi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.(</w:t>
      </w:r>
      <w:r w:rsidRPr="00D120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6 часов)</w:t>
      </w:r>
      <w:r w:rsidRPr="00D1204D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576B16" w:rsidRPr="00D1204D" w:rsidRDefault="00576B16" w:rsidP="00561125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1204D">
        <w:rPr>
          <w:rFonts w:ascii="Times New Roman" w:hAnsi="Times New Roman"/>
          <w:color w:val="000000"/>
          <w:sz w:val="28"/>
          <w:szCs w:val="28"/>
        </w:rPr>
        <w:t>Алхимический период в истории химии.</w:t>
      </w:r>
    </w:p>
    <w:p w:rsidR="00576B16" w:rsidRPr="00D1204D" w:rsidRDefault="00576B16" w:rsidP="00561125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1204D">
        <w:rPr>
          <w:rFonts w:ascii="Times New Roman" w:hAnsi="Times New Roman"/>
          <w:color w:val="000000"/>
          <w:sz w:val="28"/>
          <w:szCs w:val="28"/>
        </w:rPr>
        <w:t>Жизнь и научная деятельность Д.И. Менделеева и М.В. Ломоносова.</w:t>
      </w:r>
    </w:p>
    <w:p w:rsidR="00576B16" w:rsidRPr="00D1204D" w:rsidRDefault="00576B16" w:rsidP="00561125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1204D">
        <w:rPr>
          <w:rFonts w:ascii="Times New Roman" w:hAnsi="Times New Roman"/>
          <w:color w:val="000000"/>
          <w:sz w:val="28"/>
          <w:szCs w:val="28"/>
        </w:rPr>
        <w:t>Химическая революция.</w:t>
      </w:r>
    </w:p>
    <w:p w:rsidR="00576B16" w:rsidRPr="00D1204D" w:rsidRDefault="00576B16" w:rsidP="00561125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1204D">
        <w:rPr>
          <w:rFonts w:ascii="Times New Roman" w:hAnsi="Times New Roman"/>
          <w:color w:val="000000"/>
          <w:sz w:val="28"/>
          <w:szCs w:val="28"/>
        </w:rPr>
        <w:t>Основные направления развития современной химии.</w:t>
      </w:r>
      <w:r w:rsidRPr="00D1204D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</w:p>
    <w:p w:rsidR="00576B16" w:rsidRPr="00D1204D" w:rsidRDefault="00576B16" w:rsidP="00561125">
      <w:pPr>
        <w:spacing w:after="0"/>
        <w:jc w:val="center"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1204D">
        <w:rPr>
          <w:rFonts w:ascii="Times New Roman" w:hAnsi="Times New Roman"/>
          <w:color w:val="000000"/>
          <w:sz w:val="28"/>
          <w:szCs w:val="28"/>
        </w:rPr>
        <w:br/>
      </w:r>
      <w:r w:rsidRPr="00D1204D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Тема №4.</w:t>
      </w:r>
      <w:r w:rsidRPr="00D1204D">
        <w:rPr>
          <w:rStyle w:val="apple-converted-space"/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D1204D"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“</w:t>
      </w:r>
      <w:r w:rsidRPr="00D1204D">
        <w:rPr>
          <w:rFonts w:ascii="Times New Roman" w:hAnsi="Times New Roman"/>
          <w:i/>
          <w:iCs/>
          <w:color w:val="000000"/>
          <w:sz w:val="28"/>
          <w:szCs w:val="28"/>
          <w:u w:val="single"/>
          <w:shd w:val="clear" w:color="auto" w:fill="FFFFFF"/>
        </w:rPr>
        <w:t>Обобщение знаний”</w:t>
      </w:r>
      <w:r w:rsidRPr="00D1204D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.</w:t>
      </w:r>
      <w:r w:rsidRPr="00D120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(6 часов)</w:t>
      </w:r>
      <w:r w:rsidRPr="00D1204D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576B16" w:rsidRPr="00D1204D" w:rsidRDefault="00576B16" w:rsidP="00D1204D">
      <w:pPr>
        <w:spacing w:after="0"/>
        <w:jc w:val="center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Подготовка отчетного спектакля «Химия на маминой кухне». Проведение праздника.</w:t>
      </w:r>
      <w:r w:rsidRPr="00D1204D">
        <w:rPr>
          <w:rFonts w:ascii="Times New Roman" w:hAnsi="Times New Roman"/>
          <w:color w:val="000000"/>
          <w:sz w:val="28"/>
          <w:szCs w:val="28"/>
        </w:rPr>
        <w:br/>
      </w:r>
    </w:p>
    <w:p w:rsidR="00576B16" w:rsidRPr="00D1204D" w:rsidRDefault="00576B16" w:rsidP="00D1204D">
      <w:pPr>
        <w:shd w:val="clear" w:color="auto" w:fill="FFFFFF"/>
        <w:spacing w:after="0" w:line="300" w:lineRule="atLeast"/>
        <w:ind w:firstLine="708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Диагностические материалы, составленные мной, представляют собой тесты открытого и закрытого типов. Каждый тест состоит из двух вариантов, одинаковых по трудности.</w:t>
      </w:r>
    </w:p>
    <w:p w:rsidR="00576B16" w:rsidRPr="00D1204D" w:rsidRDefault="00576B16" w:rsidP="00C46B49">
      <w:pPr>
        <w:shd w:val="clear" w:color="auto" w:fill="FFFFFF"/>
        <w:spacing w:after="0" w:line="300" w:lineRule="atLeast"/>
        <w:ind w:firstLine="708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 xml:space="preserve">Задания для диагностики можно найти в различных источниках (учебники, задания программы </w:t>
      </w:r>
      <w:r w:rsidRPr="00D1204D">
        <w:rPr>
          <w:rFonts w:ascii="Times New Roman" w:hAnsi="Times New Roman"/>
          <w:color w:val="333333"/>
          <w:sz w:val="28"/>
          <w:szCs w:val="28"/>
          <w:lang w:val="en-US"/>
        </w:rPr>
        <w:t>PISA</w:t>
      </w:r>
      <w:r w:rsidRPr="00D1204D">
        <w:rPr>
          <w:rFonts w:ascii="Times New Roman" w:hAnsi="Times New Roman"/>
          <w:color w:val="333333"/>
          <w:sz w:val="28"/>
          <w:szCs w:val="28"/>
        </w:rPr>
        <w:t>, дидактические материалы, интернет) или придумать самостоятельно.</w:t>
      </w:r>
    </w:p>
    <w:p w:rsidR="00576B16" w:rsidRPr="00D1204D" w:rsidRDefault="00576B16" w:rsidP="00D1204D">
      <w:pPr>
        <w:shd w:val="clear" w:color="auto" w:fill="FFFFFF"/>
        <w:spacing w:after="0" w:line="300" w:lineRule="atLeast"/>
        <w:ind w:right="-185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bCs/>
          <w:iCs/>
          <w:color w:val="333333"/>
          <w:sz w:val="28"/>
          <w:szCs w:val="28"/>
        </w:rPr>
        <w:t>Диагностика сформированности познавательных универсальных учебных действий </w:t>
      </w:r>
      <w:r>
        <w:rPr>
          <w:rFonts w:ascii="Times New Roman" w:hAnsi="Times New Roman"/>
          <w:bCs/>
          <w:iCs/>
          <w:color w:val="333333"/>
          <w:sz w:val="28"/>
          <w:szCs w:val="28"/>
        </w:rPr>
        <w:t xml:space="preserve">основана на </w:t>
      </w:r>
      <w:r w:rsidRPr="00D1204D">
        <w:rPr>
          <w:rFonts w:ascii="Times New Roman" w:hAnsi="Times New Roman"/>
          <w:bCs/>
          <w:iCs/>
          <w:color w:val="333333"/>
          <w:sz w:val="28"/>
          <w:szCs w:val="28"/>
        </w:rPr>
        <w:t>проверк</w:t>
      </w:r>
      <w:r>
        <w:rPr>
          <w:rFonts w:ascii="Times New Roman" w:hAnsi="Times New Roman"/>
          <w:bCs/>
          <w:iCs/>
          <w:color w:val="333333"/>
          <w:sz w:val="28"/>
          <w:szCs w:val="28"/>
        </w:rPr>
        <w:t>е следующих умений учащихся:</w:t>
      </w:r>
    </w:p>
    <w:p w:rsidR="00576B16" w:rsidRDefault="00576B16" w:rsidP="0093012E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-</w:t>
      </w:r>
      <w:r w:rsidRPr="00D1204D">
        <w:rPr>
          <w:rFonts w:ascii="Times New Roman" w:hAnsi="Times New Roman"/>
          <w:color w:val="333333"/>
          <w:sz w:val="28"/>
          <w:szCs w:val="28"/>
        </w:rPr>
        <w:t>определять</w:t>
      </w:r>
      <w:r>
        <w:rPr>
          <w:rFonts w:ascii="Times New Roman" w:hAnsi="Times New Roman"/>
          <w:color w:val="333333"/>
          <w:sz w:val="28"/>
          <w:szCs w:val="28"/>
        </w:rPr>
        <w:t xml:space="preserve"> </w:t>
      </w:r>
      <w:r w:rsidRPr="00D1204D">
        <w:rPr>
          <w:rFonts w:ascii="Times New Roman" w:hAnsi="Times New Roman"/>
          <w:color w:val="333333"/>
          <w:sz w:val="28"/>
          <w:szCs w:val="28"/>
        </w:rPr>
        <w:t>информаци</w:t>
      </w:r>
      <w:r>
        <w:rPr>
          <w:rFonts w:ascii="Times New Roman" w:hAnsi="Times New Roman"/>
          <w:color w:val="333333"/>
          <w:sz w:val="28"/>
          <w:szCs w:val="28"/>
        </w:rPr>
        <w:t xml:space="preserve">ю, необходимую </w:t>
      </w:r>
      <w:r w:rsidRPr="00D1204D">
        <w:rPr>
          <w:rFonts w:ascii="Times New Roman" w:hAnsi="Times New Roman"/>
          <w:color w:val="333333"/>
          <w:sz w:val="28"/>
          <w:szCs w:val="28"/>
        </w:rPr>
        <w:t>для решения задачи</w:t>
      </w:r>
      <w:r>
        <w:rPr>
          <w:rFonts w:ascii="Times New Roman" w:hAnsi="Times New Roman"/>
          <w:color w:val="333333"/>
          <w:sz w:val="28"/>
          <w:szCs w:val="28"/>
        </w:rPr>
        <w:t>;</w:t>
      </w:r>
      <w:r w:rsidRPr="00D1204D">
        <w:rPr>
          <w:rFonts w:ascii="Times New Roman" w:hAnsi="Times New Roman"/>
          <w:color w:val="333333"/>
          <w:sz w:val="28"/>
          <w:szCs w:val="28"/>
        </w:rPr>
        <w:t xml:space="preserve"> </w:t>
      </w:r>
    </w:p>
    <w:p w:rsidR="00576B16" w:rsidRDefault="00576B16" w:rsidP="0093012E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-</w:t>
      </w:r>
      <w:r w:rsidRPr="00D1204D">
        <w:rPr>
          <w:rFonts w:ascii="Times New Roman" w:hAnsi="Times New Roman"/>
          <w:color w:val="333333"/>
          <w:sz w:val="28"/>
          <w:szCs w:val="28"/>
        </w:rPr>
        <w:t>отбирать источники информации, необходимые для решения задачи</w:t>
      </w:r>
      <w:r>
        <w:rPr>
          <w:rFonts w:ascii="Times New Roman" w:hAnsi="Times New Roman"/>
          <w:color w:val="333333"/>
          <w:sz w:val="28"/>
          <w:szCs w:val="28"/>
        </w:rPr>
        <w:t>;</w:t>
      </w:r>
    </w:p>
    <w:p w:rsidR="00576B16" w:rsidRDefault="00576B16" w:rsidP="0093012E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-</w:t>
      </w:r>
      <w:r w:rsidRPr="00D1204D">
        <w:rPr>
          <w:rFonts w:ascii="Times New Roman" w:hAnsi="Times New Roman"/>
          <w:color w:val="333333"/>
          <w:sz w:val="28"/>
          <w:szCs w:val="28"/>
        </w:rPr>
        <w:t xml:space="preserve"> извлекать информацию из текстов, таблиц, схем, иллюстраций</w:t>
      </w:r>
      <w:r>
        <w:rPr>
          <w:rFonts w:ascii="Times New Roman" w:hAnsi="Times New Roman"/>
          <w:color w:val="333333"/>
          <w:sz w:val="28"/>
          <w:szCs w:val="28"/>
        </w:rPr>
        <w:t>;</w:t>
      </w:r>
    </w:p>
    <w:p w:rsidR="00576B16" w:rsidRDefault="00576B16" w:rsidP="0093012E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- </w:t>
      </w:r>
      <w:r w:rsidRPr="00D1204D">
        <w:rPr>
          <w:rFonts w:ascii="Times New Roman" w:hAnsi="Times New Roman"/>
          <w:color w:val="333333"/>
          <w:sz w:val="28"/>
          <w:szCs w:val="28"/>
        </w:rPr>
        <w:t xml:space="preserve">сравнивать и </w:t>
      </w:r>
      <w:r>
        <w:rPr>
          <w:rFonts w:ascii="Times New Roman" w:hAnsi="Times New Roman"/>
          <w:color w:val="333333"/>
          <w:sz w:val="28"/>
          <w:szCs w:val="28"/>
        </w:rPr>
        <w:t>классифицировать</w:t>
      </w:r>
      <w:r w:rsidRPr="00D1204D">
        <w:rPr>
          <w:rFonts w:ascii="Times New Roman" w:hAnsi="Times New Roman"/>
          <w:color w:val="333333"/>
          <w:sz w:val="28"/>
          <w:szCs w:val="28"/>
        </w:rPr>
        <w:t xml:space="preserve"> факты и явления</w:t>
      </w:r>
      <w:r>
        <w:rPr>
          <w:rFonts w:ascii="Times New Roman" w:hAnsi="Times New Roman"/>
          <w:color w:val="333333"/>
          <w:sz w:val="28"/>
          <w:szCs w:val="28"/>
        </w:rPr>
        <w:t>;</w:t>
      </w:r>
    </w:p>
    <w:p w:rsidR="00576B16" w:rsidRDefault="00576B16" w:rsidP="0093012E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-</w:t>
      </w:r>
      <w:r w:rsidRPr="00D1204D">
        <w:rPr>
          <w:rFonts w:ascii="Times New Roman" w:hAnsi="Times New Roman"/>
          <w:color w:val="333333"/>
          <w:sz w:val="28"/>
          <w:szCs w:val="28"/>
        </w:rPr>
        <w:t xml:space="preserve"> определять причины явлений и событий</w:t>
      </w:r>
      <w:r>
        <w:rPr>
          <w:rFonts w:ascii="Times New Roman" w:hAnsi="Times New Roman"/>
          <w:color w:val="333333"/>
          <w:sz w:val="28"/>
          <w:szCs w:val="28"/>
        </w:rPr>
        <w:t>;</w:t>
      </w:r>
    </w:p>
    <w:p w:rsidR="00576B16" w:rsidRDefault="00576B16" w:rsidP="0093012E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-де</w:t>
      </w:r>
      <w:r w:rsidRPr="00D1204D">
        <w:rPr>
          <w:rFonts w:ascii="Times New Roman" w:hAnsi="Times New Roman"/>
          <w:color w:val="333333"/>
          <w:sz w:val="28"/>
          <w:szCs w:val="28"/>
        </w:rPr>
        <w:t>лать выводы на основе обобщения знаний</w:t>
      </w:r>
      <w:r>
        <w:rPr>
          <w:rFonts w:ascii="Times New Roman" w:hAnsi="Times New Roman"/>
          <w:color w:val="333333"/>
          <w:sz w:val="28"/>
          <w:szCs w:val="28"/>
        </w:rPr>
        <w:t>;</w:t>
      </w:r>
    </w:p>
    <w:p w:rsidR="00576B16" w:rsidRPr="00D1204D" w:rsidRDefault="00576B16" w:rsidP="0093012E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-</w:t>
      </w:r>
      <w:r w:rsidRPr="00D1204D">
        <w:rPr>
          <w:rFonts w:ascii="Times New Roman" w:hAnsi="Times New Roman"/>
          <w:color w:val="333333"/>
          <w:sz w:val="28"/>
          <w:szCs w:val="28"/>
        </w:rPr>
        <w:t>представлять информацию в виде таблиц, схем, диаграмм.</w:t>
      </w:r>
    </w:p>
    <w:p w:rsidR="00576B16" w:rsidRPr="00D1204D" w:rsidRDefault="00576B16" w:rsidP="005B4036">
      <w:pPr>
        <w:shd w:val="clear" w:color="auto" w:fill="FFFFFF"/>
        <w:spacing w:after="0" w:line="300" w:lineRule="atLeast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576B16" w:rsidRPr="00D1204D" w:rsidRDefault="00576B16" w:rsidP="005B4036">
      <w:pPr>
        <w:shd w:val="clear" w:color="auto" w:fill="FFFFFF"/>
        <w:spacing w:after="0" w:line="300" w:lineRule="atLeast"/>
        <w:jc w:val="center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b/>
          <w:bCs/>
          <w:color w:val="333333"/>
          <w:sz w:val="28"/>
          <w:szCs w:val="28"/>
        </w:rPr>
        <w:t>Тест. Познавательные УУД (45 минут).</w:t>
      </w:r>
    </w:p>
    <w:p w:rsidR="00576B16" w:rsidRDefault="00576B16" w:rsidP="005B4036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</w:p>
    <w:p w:rsidR="00576B16" w:rsidRPr="00D1204D" w:rsidRDefault="00576B16" w:rsidP="005B4036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Школа _____ класс_____фамилия,</w:t>
      </w:r>
      <w:r>
        <w:rPr>
          <w:rFonts w:ascii="Times New Roman" w:hAnsi="Times New Roman"/>
          <w:color w:val="333333"/>
          <w:sz w:val="28"/>
          <w:szCs w:val="28"/>
        </w:rPr>
        <w:t xml:space="preserve"> </w:t>
      </w:r>
      <w:r w:rsidRPr="00D1204D">
        <w:rPr>
          <w:rFonts w:ascii="Times New Roman" w:hAnsi="Times New Roman"/>
          <w:color w:val="333333"/>
          <w:sz w:val="28"/>
          <w:szCs w:val="28"/>
        </w:rPr>
        <w:t>имя_______________</w:t>
      </w:r>
    </w:p>
    <w:p w:rsidR="00576B16" w:rsidRPr="00D1204D" w:rsidRDefault="00576B16" w:rsidP="0082070A">
      <w:pPr>
        <w:shd w:val="clear" w:color="auto" w:fill="FFFFFF"/>
        <w:spacing w:after="0" w:line="300" w:lineRule="atLeast"/>
        <w:ind w:left="720"/>
        <w:rPr>
          <w:rFonts w:ascii="Times New Roman" w:hAnsi="Times New Roman"/>
          <w:color w:val="333333"/>
          <w:sz w:val="28"/>
          <w:szCs w:val="28"/>
        </w:rPr>
      </w:pPr>
    </w:p>
    <w:p w:rsidR="00576B16" w:rsidRPr="00D1204D" w:rsidRDefault="00576B16" w:rsidP="0089711E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b/>
          <w:bCs/>
          <w:color w:val="333333"/>
          <w:sz w:val="28"/>
          <w:szCs w:val="28"/>
        </w:rPr>
        <w:t>Задание 1</w:t>
      </w:r>
      <w:r w:rsidRPr="00D1204D">
        <w:rPr>
          <w:rFonts w:ascii="Times New Roman" w:hAnsi="Times New Roman"/>
          <w:color w:val="333333"/>
          <w:sz w:val="28"/>
          <w:szCs w:val="28"/>
        </w:rPr>
        <w:t>. В пробирках даны 3 вещества: кислота, щелочь, вода. Какой индикатор нужно взять, чтобы с первого раза определить, какое вещество находится в каждой пробирке?</w:t>
      </w:r>
    </w:p>
    <w:p w:rsidR="00576B16" w:rsidRPr="00D1204D" w:rsidRDefault="00576B16" w:rsidP="0089711E">
      <w:pPr>
        <w:pStyle w:val="ListParagraph"/>
        <w:numPr>
          <w:ilvl w:val="1"/>
          <w:numId w:val="1"/>
        </w:num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Фенолфталеин</w:t>
      </w:r>
    </w:p>
    <w:p w:rsidR="00576B16" w:rsidRPr="00D1204D" w:rsidRDefault="00576B16" w:rsidP="0089711E">
      <w:pPr>
        <w:pStyle w:val="ListParagraph"/>
        <w:numPr>
          <w:ilvl w:val="1"/>
          <w:numId w:val="1"/>
        </w:num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Метиловый оранжевый</w:t>
      </w:r>
    </w:p>
    <w:p w:rsidR="00576B16" w:rsidRDefault="00576B16" w:rsidP="005B4036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Как ты это определил?</w:t>
      </w:r>
    </w:p>
    <w:p w:rsidR="00576B16" w:rsidRPr="00D1204D" w:rsidRDefault="00576B16" w:rsidP="005B4036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___________________________________________</w:t>
      </w:r>
    </w:p>
    <w:p w:rsidR="00576B16" w:rsidRPr="00D1204D" w:rsidRDefault="00576B16" w:rsidP="005B4036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 xml:space="preserve">  </w:t>
      </w:r>
    </w:p>
    <w:p w:rsidR="00576B16" w:rsidRPr="00D1204D" w:rsidRDefault="00576B16" w:rsidP="00502F27">
      <w:pPr>
        <w:shd w:val="clear" w:color="auto" w:fill="FFFFFF"/>
        <w:spacing w:after="0" w:line="300" w:lineRule="atLeast"/>
        <w:ind w:left="29"/>
        <w:jc w:val="center"/>
        <w:rPr>
          <w:rFonts w:ascii="Times New Roman" w:hAnsi="Times New Roman"/>
          <w:b/>
          <w:color w:val="333333"/>
          <w:sz w:val="28"/>
          <w:szCs w:val="28"/>
        </w:rPr>
      </w:pPr>
      <w:r w:rsidRPr="00D1204D">
        <w:rPr>
          <w:rFonts w:ascii="Times New Roman" w:hAnsi="Times New Roman"/>
          <w:b/>
          <w:color w:val="333333"/>
          <w:sz w:val="28"/>
          <w:szCs w:val="28"/>
        </w:rPr>
        <w:t>Критерии оценивания:</w:t>
      </w:r>
    </w:p>
    <w:p w:rsidR="00576B16" w:rsidRPr="00D1204D" w:rsidRDefault="00576B16" w:rsidP="00502F27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b/>
          <w:bCs/>
          <w:color w:val="333333"/>
          <w:sz w:val="28"/>
          <w:szCs w:val="28"/>
        </w:rPr>
        <w:t>Задание 1</w:t>
      </w:r>
      <w:r w:rsidRPr="00D1204D">
        <w:rPr>
          <w:rFonts w:ascii="Times New Roman" w:hAnsi="Times New Roman"/>
          <w:color w:val="333333"/>
          <w:sz w:val="28"/>
          <w:szCs w:val="28"/>
        </w:rPr>
        <w:t> проверяет умение определять, какая информация нужна для решения задачи.</w:t>
      </w:r>
    </w:p>
    <w:p w:rsidR="00576B16" w:rsidRPr="00D1204D" w:rsidRDefault="00576B16" w:rsidP="00502F27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b/>
          <w:bCs/>
          <w:i/>
          <w:iCs/>
          <w:color w:val="333333"/>
          <w:sz w:val="28"/>
          <w:szCs w:val="28"/>
        </w:rPr>
        <w:t>Верные ответы.</w:t>
      </w:r>
    </w:p>
    <w:p w:rsidR="00576B16" w:rsidRPr="00D1204D" w:rsidRDefault="00576B16" w:rsidP="0093012E">
      <w:pPr>
        <w:numPr>
          <w:ilvl w:val="0"/>
          <w:numId w:val="25"/>
        </w:numPr>
        <w:shd w:val="clear" w:color="auto" w:fill="FFFFFF"/>
        <w:tabs>
          <w:tab w:val="clear" w:pos="720"/>
        </w:tabs>
        <w:spacing w:after="0" w:line="300" w:lineRule="atLeast"/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2 метиловый оранжевый</w:t>
      </w:r>
    </w:p>
    <w:p w:rsidR="00576B16" w:rsidRPr="00D1204D" w:rsidRDefault="00576B16" w:rsidP="0093012E">
      <w:pPr>
        <w:numPr>
          <w:ilvl w:val="0"/>
          <w:numId w:val="25"/>
        </w:numPr>
        <w:shd w:val="clear" w:color="auto" w:fill="FFFFFF"/>
        <w:tabs>
          <w:tab w:val="clear" w:pos="720"/>
        </w:tabs>
        <w:spacing w:after="0" w:line="300" w:lineRule="atLeast"/>
        <w:ind w:left="0" w:firstLine="0"/>
        <w:rPr>
          <w:rFonts w:ascii="Times New Roman" w:hAnsi="Times New Roman"/>
          <w:bCs/>
          <w:iCs/>
          <w:color w:val="333333"/>
          <w:sz w:val="28"/>
          <w:szCs w:val="28"/>
        </w:rPr>
      </w:pPr>
      <w:r w:rsidRPr="00D1204D">
        <w:rPr>
          <w:rFonts w:ascii="Times New Roman" w:hAnsi="Times New Roman"/>
          <w:bCs/>
          <w:iCs/>
          <w:color w:val="333333"/>
          <w:sz w:val="28"/>
          <w:szCs w:val="28"/>
        </w:rPr>
        <w:t>Фенолфталеин окрашивает в малиновый цвет только раствор щелочи, а в остальных веществах остается прозрачным. Метиловый оранжевый в кислой среде дает красно-розовое окрашивание, в воде – оранжевое, а в щелочной – желтое.</w:t>
      </w:r>
    </w:p>
    <w:p w:rsidR="00576B16" w:rsidRPr="00D1204D" w:rsidRDefault="00576B16" w:rsidP="00502F27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b/>
          <w:bCs/>
          <w:i/>
          <w:iCs/>
          <w:color w:val="333333"/>
          <w:sz w:val="28"/>
          <w:szCs w:val="28"/>
        </w:rPr>
        <w:t>Ключи оценивания:</w:t>
      </w:r>
    </w:p>
    <w:p w:rsidR="00576B16" w:rsidRPr="00D1204D" w:rsidRDefault="00576B16" w:rsidP="00502F27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0 – не приступал к выполнению задания</w:t>
      </w:r>
    </w:p>
    <w:p w:rsidR="00576B16" w:rsidRPr="00D1204D" w:rsidRDefault="00576B16" w:rsidP="00502F27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1 – правильно «узнал», но не смог объяснить</w:t>
      </w:r>
      <w:r>
        <w:rPr>
          <w:rFonts w:ascii="Times New Roman" w:hAnsi="Times New Roman"/>
          <w:color w:val="333333"/>
          <w:sz w:val="28"/>
          <w:szCs w:val="28"/>
        </w:rPr>
        <w:t xml:space="preserve"> причины явления</w:t>
      </w:r>
      <w:r w:rsidRPr="00D1204D">
        <w:rPr>
          <w:rFonts w:ascii="Times New Roman" w:hAnsi="Times New Roman"/>
          <w:color w:val="333333"/>
          <w:sz w:val="28"/>
          <w:szCs w:val="28"/>
        </w:rPr>
        <w:t>.</w:t>
      </w:r>
    </w:p>
    <w:p w:rsidR="00576B16" w:rsidRPr="00D1204D" w:rsidRDefault="00576B16" w:rsidP="00502F27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2 – правильно «узнал» и объяснил свой выбор.</w:t>
      </w:r>
    </w:p>
    <w:p w:rsidR="00576B16" w:rsidRPr="00D1204D" w:rsidRDefault="00576B16" w:rsidP="005B4036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</w:p>
    <w:p w:rsidR="00576B16" w:rsidRPr="00D1204D" w:rsidRDefault="00576B16" w:rsidP="005B4036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b/>
          <w:bCs/>
          <w:color w:val="333333"/>
          <w:sz w:val="28"/>
          <w:szCs w:val="28"/>
        </w:rPr>
        <w:t>Задание 2</w:t>
      </w:r>
      <w:r w:rsidRPr="00D1204D">
        <w:rPr>
          <w:rFonts w:ascii="Times New Roman" w:hAnsi="Times New Roman"/>
          <w:color w:val="333333"/>
          <w:sz w:val="28"/>
          <w:szCs w:val="28"/>
        </w:rPr>
        <w:t xml:space="preserve">. </w:t>
      </w:r>
      <w:r>
        <w:rPr>
          <w:rFonts w:ascii="Times New Roman" w:hAnsi="Times New Roman"/>
          <w:color w:val="333333"/>
          <w:sz w:val="28"/>
          <w:szCs w:val="28"/>
        </w:rPr>
        <w:t>У</w:t>
      </w:r>
      <w:r w:rsidRPr="00D1204D">
        <w:rPr>
          <w:rFonts w:ascii="Times New Roman" w:hAnsi="Times New Roman"/>
          <w:color w:val="333333"/>
          <w:sz w:val="28"/>
          <w:szCs w:val="28"/>
        </w:rPr>
        <w:t xml:space="preserve">кажи в </w:t>
      </w:r>
      <w:r>
        <w:rPr>
          <w:rFonts w:ascii="Times New Roman" w:hAnsi="Times New Roman"/>
          <w:color w:val="333333"/>
          <w:sz w:val="28"/>
          <w:szCs w:val="28"/>
        </w:rPr>
        <w:t xml:space="preserve">приведенном </w:t>
      </w:r>
      <w:r w:rsidRPr="00D1204D">
        <w:rPr>
          <w:rFonts w:ascii="Times New Roman" w:hAnsi="Times New Roman"/>
          <w:color w:val="333333"/>
          <w:sz w:val="28"/>
          <w:szCs w:val="28"/>
        </w:rPr>
        <w:t xml:space="preserve">списке </w:t>
      </w:r>
      <w:r>
        <w:rPr>
          <w:rFonts w:ascii="Times New Roman" w:hAnsi="Times New Roman"/>
          <w:color w:val="333333"/>
          <w:sz w:val="28"/>
          <w:szCs w:val="28"/>
        </w:rPr>
        <w:t xml:space="preserve">наук </w:t>
      </w:r>
      <w:r w:rsidRPr="00D1204D">
        <w:rPr>
          <w:rFonts w:ascii="Times New Roman" w:hAnsi="Times New Roman"/>
          <w:color w:val="333333"/>
          <w:sz w:val="28"/>
          <w:szCs w:val="28"/>
        </w:rPr>
        <w:t>те</w:t>
      </w:r>
      <w:r>
        <w:rPr>
          <w:rFonts w:ascii="Times New Roman" w:hAnsi="Times New Roman"/>
          <w:color w:val="333333"/>
          <w:sz w:val="28"/>
          <w:szCs w:val="28"/>
        </w:rPr>
        <w:t>, которые изучают</w:t>
      </w:r>
      <w:r w:rsidRPr="00D1204D">
        <w:rPr>
          <w:rFonts w:ascii="Times New Roman" w:hAnsi="Times New Roman"/>
          <w:color w:val="333333"/>
          <w:sz w:val="28"/>
          <w:szCs w:val="28"/>
        </w:rPr>
        <w:t xml:space="preserve"> состав Земной коры. Запиши буквы (А, Б, В), соответствующие тво</w:t>
      </w:r>
      <w:r>
        <w:rPr>
          <w:rFonts w:ascii="Times New Roman" w:hAnsi="Times New Roman"/>
          <w:color w:val="333333"/>
          <w:sz w:val="28"/>
          <w:szCs w:val="28"/>
        </w:rPr>
        <w:t>ему выбору</w:t>
      </w:r>
      <w:r w:rsidRPr="00D1204D">
        <w:rPr>
          <w:rFonts w:ascii="Times New Roman" w:hAnsi="Times New Roman"/>
          <w:color w:val="333333"/>
          <w:sz w:val="28"/>
          <w:szCs w:val="28"/>
        </w:rPr>
        <w:t xml:space="preserve">, рядом с номерами </w:t>
      </w:r>
      <w:r>
        <w:rPr>
          <w:rFonts w:ascii="Times New Roman" w:hAnsi="Times New Roman"/>
          <w:color w:val="333333"/>
          <w:sz w:val="28"/>
          <w:szCs w:val="28"/>
        </w:rPr>
        <w:t>наук</w:t>
      </w:r>
      <w:r w:rsidRPr="00D1204D">
        <w:rPr>
          <w:rFonts w:ascii="Times New Roman" w:hAnsi="Times New Roman"/>
          <w:color w:val="333333"/>
          <w:sz w:val="28"/>
          <w:szCs w:val="28"/>
        </w:rPr>
        <w:t>.</w:t>
      </w:r>
    </w:p>
    <w:p w:rsidR="00576B16" w:rsidRPr="00D1204D" w:rsidRDefault="00576B16" w:rsidP="005B4036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А.</w:t>
      </w:r>
      <w:r>
        <w:rPr>
          <w:rFonts w:ascii="Times New Roman" w:hAnsi="Times New Roman"/>
          <w:color w:val="333333"/>
          <w:sz w:val="28"/>
          <w:szCs w:val="28"/>
        </w:rPr>
        <w:t xml:space="preserve">Науки, </w:t>
      </w:r>
      <w:r w:rsidRPr="00D1204D">
        <w:rPr>
          <w:rFonts w:ascii="Times New Roman" w:hAnsi="Times New Roman"/>
          <w:color w:val="333333"/>
          <w:sz w:val="28"/>
          <w:szCs w:val="28"/>
        </w:rPr>
        <w:t>которы</w:t>
      </w:r>
      <w:r>
        <w:rPr>
          <w:rFonts w:ascii="Times New Roman" w:hAnsi="Times New Roman"/>
          <w:color w:val="333333"/>
          <w:sz w:val="28"/>
          <w:szCs w:val="28"/>
        </w:rPr>
        <w:t>е</w:t>
      </w:r>
      <w:r w:rsidRPr="00D1204D">
        <w:rPr>
          <w:rFonts w:ascii="Times New Roman" w:hAnsi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</w:rPr>
        <w:t xml:space="preserve">дадут </w:t>
      </w:r>
      <w:r w:rsidRPr="00D1204D">
        <w:rPr>
          <w:rFonts w:ascii="Times New Roman" w:hAnsi="Times New Roman"/>
          <w:color w:val="333333"/>
          <w:sz w:val="28"/>
          <w:szCs w:val="28"/>
        </w:rPr>
        <w:t>ответ</w:t>
      </w:r>
      <w:r>
        <w:rPr>
          <w:rFonts w:ascii="Times New Roman" w:hAnsi="Times New Roman"/>
          <w:color w:val="333333"/>
          <w:sz w:val="28"/>
          <w:szCs w:val="28"/>
        </w:rPr>
        <w:t xml:space="preserve"> на вопрос</w:t>
      </w:r>
      <w:r w:rsidRPr="00D1204D">
        <w:rPr>
          <w:rFonts w:ascii="Times New Roman" w:hAnsi="Times New Roman"/>
          <w:color w:val="333333"/>
          <w:sz w:val="28"/>
          <w:szCs w:val="28"/>
        </w:rPr>
        <w:t>.</w:t>
      </w:r>
    </w:p>
    <w:p w:rsidR="00576B16" w:rsidRPr="00D1204D" w:rsidRDefault="00576B16" w:rsidP="005B4036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 xml:space="preserve">Б. </w:t>
      </w:r>
      <w:r>
        <w:rPr>
          <w:rFonts w:ascii="Times New Roman" w:hAnsi="Times New Roman"/>
          <w:color w:val="333333"/>
          <w:sz w:val="28"/>
          <w:szCs w:val="28"/>
        </w:rPr>
        <w:t>Науки</w:t>
      </w:r>
      <w:r w:rsidRPr="00D1204D">
        <w:rPr>
          <w:rFonts w:ascii="Times New Roman" w:hAnsi="Times New Roman"/>
          <w:color w:val="333333"/>
          <w:sz w:val="28"/>
          <w:szCs w:val="28"/>
        </w:rPr>
        <w:t>,</w:t>
      </w:r>
      <w:r>
        <w:rPr>
          <w:rFonts w:ascii="Times New Roman" w:hAnsi="Times New Roman"/>
          <w:color w:val="333333"/>
          <w:sz w:val="28"/>
          <w:szCs w:val="28"/>
        </w:rPr>
        <w:t xml:space="preserve"> о </w:t>
      </w:r>
      <w:r w:rsidRPr="00D1204D">
        <w:rPr>
          <w:rFonts w:ascii="Times New Roman" w:hAnsi="Times New Roman"/>
          <w:color w:val="333333"/>
          <w:sz w:val="28"/>
          <w:szCs w:val="28"/>
        </w:rPr>
        <w:t>которы</w:t>
      </w:r>
      <w:r>
        <w:rPr>
          <w:rFonts w:ascii="Times New Roman" w:hAnsi="Times New Roman"/>
          <w:color w:val="333333"/>
          <w:sz w:val="28"/>
          <w:szCs w:val="28"/>
        </w:rPr>
        <w:t>х</w:t>
      </w:r>
      <w:r w:rsidRPr="00D1204D">
        <w:rPr>
          <w:rFonts w:ascii="Times New Roman" w:hAnsi="Times New Roman"/>
          <w:color w:val="333333"/>
          <w:sz w:val="28"/>
          <w:szCs w:val="28"/>
        </w:rPr>
        <w:t xml:space="preserve"> нужно</w:t>
      </w:r>
      <w:r>
        <w:rPr>
          <w:rFonts w:ascii="Times New Roman" w:hAnsi="Times New Roman"/>
          <w:color w:val="333333"/>
          <w:sz w:val="28"/>
          <w:szCs w:val="28"/>
        </w:rPr>
        <w:t xml:space="preserve"> узнать дополнительно,</w:t>
      </w:r>
      <w:r w:rsidRPr="00D1204D">
        <w:rPr>
          <w:rFonts w:ascii="Times New Roman" w:hAnsi="Times New Roman"/>
          <w:color w:val="333333"/>
          <w:sz w:val="28"/>
          <w:szCs w:val="28"/>
        </w:rPr>
        <w:t xml:space="preserve"> чтобы </w:t>
      </w:r>
      <w:r>
        <w:rPr>
          <w:rFonts w:ascii="Times New Roman" w:hAnsi="Times New Roman"/>
          <w:color w:val="333333"/>
          <w:sz w:val="28"/>
          <w:szCs w:val="28"/>
        </w:rPr>
        <w:t xml:space="preserve">дать </w:t>
      </w:r>
      <w:r w:rsidRPr="00D1204D">
        <w:rPr>
          <w:rFonts w:ascii="Times New Roman" w:hAnsi="Times New Roman"/>
          <w:color w:val="333333"/>
          <w:sz w:val="28"/>
          <w:szCs w:val="28"/>
        </w:rPr>
        <w:t>ответ</w:t>
      </w:r>
      <w:r>
        <w:rPr>
          <w:rFonts w:ascii="Times New Roman" w:hAnsi="Times New Roman"/>
          <w:color w:val="333333"/>
          <w:sz w:val="28"/>
          <w:szCs w:val="28"/>
        </w:rPr>
        <w:t xml:space="preserve"> на этот вопрос.</w:t>
      </w:r>
      <w:r w:rsidRPr="00D1204D">
        <w:rPr>
          <w:rFonts w:ascii="Times New Roman" w:hAnsi="Times New Roman"/>
          <w:color w:val="333333"/>
          <w:sz w:val="28"/>
          <w:szCs w:val="28"/>
        </w:rPr>
        <w:t xml:space="preserve"> В.</w:t>
      </w:r>
      <w:r>
        <w:rPr>
          <w:rFonts w:ascii="Times New Roman" w:hAnsi="Times New Roman"/>
          <w:color w:val="333333"/>
          <w:sz w:val="28"/>
          <w:szCs w:val="28"/>
        </w:rPr>
        <w:t xml:space="preserve"> Науки</w:t>
      </w:r>
      <w:r w:rsidRPr="00D1204D">
        <w:rPr>
          <w:rFonts w:ascii="Times New Roman" w:hAnsi="Times New Roman"/>
          <w:color w:val="333333"/>
          <w:sz w:val="28"/>
          <w:szCs w:val="28"/>
        </w:rPr>
        <w:t>, которы</w:t>
      </w:r>
      <w:r>
        <w:rPr>
          <w:rFonts w:ascii="Times New Roman" w:hAnsi="Times New Roman"/>
          <w:color w:val="333333"/>
          <w:sz w:val="28"/>
          <w:szCs w:val="28"/>
        </w:rPr>
        <w:t>е</w:t>
      </w:r>
      <w:r w:rsidRPr="00D1204D">
        <w:rPr>
          <w:rFonts w:ascii="Times New Roman" w:hAnsi="Times New Roman"/>
          <w:color w:val="333333"/>
          <w:sz w:val="28"/>
          <w:szCs w:val="28"/>
        </w:rPr>
        <w:t xml:space="preserve"> не </w:t>
      </w:r>
      <w:r>
        <w:rPr>
          <w:rFonts w:ascii="Times New Roman" w:hAnsi="Times New Roman"/>
          <w:color w:val="333333"/>
          <w:sz w:val="28"/>
          <w:szCs w:val="28"/>
        </w:rPr>
        <w:t>дают</w:t>
      </w:r>
      <w:r w:rsidRPr="00D1204D">
        <w:rPr>
          <w:rFonts w:ascii="Times New Roman" w:hAnsi="Times New Roman"/>
          <w:color w:val="333333"/>
          <w:sz w:val="28"/>
          <w:szCs w:val="28"/>
        </w:rPr>
        <w:t xml:space="preserve"> ответа</w:t>
      </w:r>
      <w:r>
        <w:rPr>
          <w:rFonts w:ascii="Times New Roman" w:hAnsi="Times New Roman"/>
          <w:color w:val="333333"/>
          <w:sz w:val="28"/>
          <w:szCs w:val="28"/>
        </w:rPr>
        <w:t xml:space="preserve"> на вопрос</w:t>
      </w:r>
      <w:r w:rsidRPr="00D1204D">
        <w:rPr>
          <w:rFonts w:ascii="Times New Roman" w:hAnsi="Times New Roman"/>
          <w:color w:val="333333"/>
          <w:sz w:val="28"/>
          <w:szCs w:val="28"/>
        </w:rPr>
        <w:t>.</w:t>
      </w:r>
    </w:p>
    <w:p w:rsidR="00576B16" w:rsidRPr="00D1204D" w:rsidRDefault="00576B16" w:rsidP="006E2EB5">
      <w:pPr>
        <w:shd w:val="clear" w:color="auto" w:fill="FFFFFF"/>
        <w:spacing w:after="0" w:line="300" w:lineRule="atLeast"/>
        <w:ind w:left="15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1.Г</w:t>
      </w:r>
      <w:r w:rsidRPr="00D1204D">
        <w:rPr>
          <w:rFonts w:ascii="Times New Roman" w:hAnsi="Times New Roman"/>
          <w:color w:val="333333"/>
          <w:sz w:val="28"/>
          <w:szCs w:val="28"/>
        </w:rPr>
        <w:t>еография</w:t>
      </w:r>
      <w:r>
        <w:rPr>
          <w:rFonts w:ascii="Times New Roman" w:hAnsi="Times New Roman"/>
          <w:color w:val="333333"/>
          <w:sz w:val="28"/>
          <w:szCs w:val="28"/>
        </w:rPr>
        <w:t>.  2.Б</w:t>
      </w:r>
      <w:r w:rsidRPr="00D1204D">
        <w:rPr>
          <w:rFonts w:ascii="Times New Roman" w:hAnsi="Times New Roman"/>
          <w:color w:val="333333"/>
          <w:sz w:val="28"/>
          <w:szCs w:val="28"/>
        </w:rPr>
        <w:t>иология</w:t>
      </w:r>
      <w:r>
        <w:rPr>
          <w:rFonts w:ascii="Times New Roman" w:hAnsi="Times New Roman"/>
          <w:color w:val="333333"/>
          <w:sz w:val="28"/>
          <w:szCs w:val="28"/>
        </w:rPr>
        <w:t>.   3.Х</w:t>
      </w:r>
      <w:r w:rsidRPr="00D1204D">
        <w:rPr>
          <w:rFonts w:ascii="Times New Roman" w:hAnsi="Times New Roman"/>
          <w:color w:val="333333"/>
          <w:sz w:val="28"/>
          <w:szCs w:val="28"/>
        </w:rPr>
        <w:t>имия</w:t>
      </w:r>
      <w:r>
        <w:rPr>
          <w:rFonts w:ascii="Times New Roman" w:hAnsi="Times New Roman"/>
          <w:color w:val="333333"/>
          <w:sz w:val="28"/>
          <w:szCs w:val="28"/>
        </w:rPr>
        <w:t>.   4.Ф</w:t>
      </w:r>
      <w:r w:rsidRPr="00D1204D">
        <w:rPr>
          <w:rFonts w:ascii="Times New Roman" w:hAnsi="Times New Roman"/>
          <w:color w:val="333333"/>
          <w:sz w:val="28"/>
          <w:szCs w:val="28"/>
        </w:rPr>
        <w:t>изика</w:t>
      </w:r>
      <w:r>
        <w:rPr>
          <w:rFonts w:ascii="Times New Roman" w:hAnsi="Times New Roman"/>
          <w:color w:val="333333"/>
          <w:sz w:val="28"/>
          <w:szCs w:val="28"/>
        </w:rPr>
        <w:t>.  5.А</w:t>
      </w:r>
      <w:r w:rsidRPr="00D1204D">
        <w:rPr>
          <w:rFonts w:ascii="Times New Roman" w:hAnsi="Times New Roman"/>
          <w:color w:val="333333"/>
          <w:sz w:val="28"/>
          <w:szCs w:val="28"/>
        </w:rPr>
        <w:t>строномия</w:t>
      </w:r>
      <w:r>
        <w:rPr>
          <w:rFonts w:ascii="Times New Roman" w:hAnsi="Times New Roman"/>
          <w:color w:val="333333"/>
          <w:sz w:val="28"/>
          <w:szCs w:val="28"/>
        </w:rPr>
        <w:t>.  6.Экономика.</w:t>
      </w:r>
    </w:p>
    <w:p w:rsidR="00576B16" w:rsidRPr="00D1204D" w:rsidRDefault="00576B16" w:rsidP="005A70D2">
      <w:pPr>
        <w:shd w:val="clear" w:color="auto" w:fill="FFFFFF"/>
        <w:spacing w:before="100" w:beforeAutospacing="1" w:after="0" w:line="300" w:lineRule="atLeast"/>
        <w:ind w:left="15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b/>
          <w:bCs/>
          <w:color w:val="333333"/>
          <w:sz w:val="28"/>
          <w:szCs w:val="28"/>
        </w:rPr>
        <w:t>Задание 2</w:t>
      </w:r>
      <w:r w:rsidRPr="00D1204D">
        <w:rPr>
          <w:rFonts w:ascii="Times New Roman" w:hAnsi="Times New Roman"/>
          <w:color w:val="333333"/>
          <w:sz w:val="28"/>
          <w:szCs w:val="28"/>
        </w:rPr>
        <w:t> проверяет умение отбирать источники информации, необходимые для решения задачи.</w:t>
      </w:r>
    </w:p>
    <w:p w:rsidR="00576B16" w:rsidRPr="00D1204D" w:rsidRDefault="00576B16" w:rsidP="005A70D2">
      <w:pPr>
        <w:shd w:val="clear" w:color="auto" w:fill="FFFFFF"/>
        <w:spacing w:after="0" w:line="300" w:lineRule="atLeast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D1204D">
        <w:rPr>
          <w:rFonts w:ascii="Times New Roman" w:hAnsi="Times New Roman"/>
          <w:b/>
          <w:bCs/>
          <w:color w:val="333333"/>
          <w:sz w:val="28"/>
          <w:szCs w:val="28"/>
        </w:rPr>
        <w:t xml:space="preserve">Верные ответы: </w:t>
      </w:r>
    </w:p>
    <w:p w:rsidR="00576B16" w:rsidRPr="00D1204D" w:rsidRDefault="00576B16" w:rsidP="005A70D2">
      <w:pPr>
        <w:shd w:val="clear" w:color="auto" w:fill="FFFFFF"/>
        <w:spacing w:after="0" w:line="300" w:lineRule="atLeast"/>
        <w:rPr>
          <w:rFonts w:ascii="Times New Roman" w:hAnsi="Times New Roman"/>
          <w:bCs/>
          <w:color w:val="333333"/>
          <w:sz w:val="28"/>
          <w:szCs w:val="28"/>
        </w:rPr>
      </w:pPr>
      <w:r w:rsidRPr="00D1204D">
        <w:rPr>
          <w:rFonts w:ascii="Times New Roman" w:hAnsi="Times New Roman"/>
          <w:bCs/>
          <w:color w:val="333333"/>
          <w:sz w:val="28"/>
          <w:szCs w:val="28"/>
        </w:rPr>
        <w:t>1 – А</w:t>
      </w:r>
      <w:r>
        <w:rPr>
          <w:rFonts w:ascii="Times New Roman" w:hAnsi="Times New Roman"/>
          <w:bCs/>
          <w:color w:val="333333"/>
          <w:sz w:val="28"/>
          <w:szCs w:val="28"/>
        </w:rPr>
        <w:t xml:space="preserve">; </w:t>
      </w:r>
      <w:r w:rsidRPr="00D1204D">
        <w:rPr>
          <w:rFonts w:ascii="Times New Roman" w:hAnsi="Times New Roman"/>
          <w:bCs/>
          <w:color w:val="333333"/>
          <w:sz w:val="28"/>
          <w:szCs w:val="28"/>
        </w:rPr>
        <w:t>2 – В</w:t>
      </w:r>
      <w:r>
        <w:rPr>
          <w:rFonts w:ascii="Times New Roman" w:hAnsi="Times New Roman"/>
          <w:bCs/>
          <w:color w:val="333333"/>
          <w:sz w:val="28"/>
          <w:szCs w:val="28"/>
        </w:rPr>
        <w:t>;</w:t>
      </w:r>
      <w:r w:rsidRPr="00D1204D">
        <w:rPr>
          <w:rFonts w:ascii="Times New Roman" w:hAnsi="Times New Roman"/>
          <w:bCs/>
          <w:color w:val="333333"/>
          <w:sz w:val="28"/>
          <w:szCs w:val="28"/>
        </w:rPr>
        <w:t>3 – А</w:t>
      </w:r>
      <w:r>
        <w:rPr>
          <w:rFonts w:ascii="Times New Roman" w:hAnsi="Times New Roman"/>
          <w:bCs/>
          <w:color w:val="333333"/>
          <w:sz w:val="28"/>
          <w:szCs w:val="28"/>
        </w:rPr>
        <w:t>;</w:t>
      </w:r>
      <w:r w:rsidRPr="00D1204D">
        <w:rPr>
          <w:rFonts w:ascii="Times New Roman" w:hAnsi="Times New Roman"/>
          <w:bCs/>
          <w:color w:val="333333"/>
          <w:sz w:val="28"/>
          <w:szCs w:val="28"/>
        </w:rPr>
        <w:t>4 – В</w:t>
      </w:r>
      <w:r>
        <w:rPr>
          <w:rFonts w:ascii="Times New Roman" w:hAnsi="Times New Roman"/>
          <w:bCs/>
          <w:color w:val="333333"/>
          <w:sz w:val="28"/>
          <w:szCs w:val="28"/>
        </w:rPr>
        <w:t>;</w:t>
      </w:r>
      <w:r w:rsidRPr="00D1204D">
        <w:rPr>
          <w:rFonts w:ascii="Times New Roman" w:hAnsi="Times New Roman"/>
          <w:bCs/>
          <w:color w:val="333333"/>
          <w:sz w:val="28"/>
          <w:szCs w:val="28"/>
        </w:rPr>
        <w:t>5- Б</w:t>
      </w:r>
      <w:r>
        <w:rPr>
          <w:rFonts w:ascii="Times New Roman" w:hAnsi="Times New Roman"/>
          <w:bCs/>
          <w:color w:val="333333"/>
          <w:sz w:val="28"/>
          <w:szCs w:val="28"/>
        </w:rPr>
        <w:t>; 6-В.</w:t>
      </w:r>
      <w:r w:rsidRPr="00D1204D">
        <w:rPr>
          <w:rFonts w:ascii="Times New Roman" w:hAnsi="Times New Roman"/>
          <w:bCs/>
          <w:color w:val="333333"/>
          <w:sz w:val="28"/>
          <w:szCs w:val="28"/>
        </w:rPr>
        <w:t xml:space="preserve"> </w:t>
      </w:r>
    </w:p>
    <w:p w:rsidR="00576B16" w:rsidRPr="00D1204D" w:rsidRDefault="00576B16" w:rsidP="005A70D2">
      <w:pPr>
        <w:shd w:val="clear" w:color="auto" w:fill="FFFFFF"/>
        <w:spacing w:after="0" w:line="300" w:lineRule="atLeast"/>
        <w:rPr>
          <w:rFonts w:ascii="Times New Roman" w:hAnsi="Times New Roman"/>
          <w:b/>
          <w:color w:val="333333"/>
          <w:sz w:val="28"/>
          <w:szCs w:val="28"/>
        </w:rPr>
      </w:pPr>
      <w:r w:rsidRPr="00D1204D">
        <w:rPr>
          <w:rFonts w:ascii="Times New Roman" w:hAnsi="Times New Roman"/>
          <w:b/>
          <w:color w:val="333333"/>
          <w:sz w:val="28"/>
          <w:szCs w:val="28"/>
        </w:rPr>
        <w:t>Ключ оценивания:</w:t>
      </w:r>
    </w:p>
    <w:p w:rsidR="00576B16" w:rsidRPr="00D1204D" w:rsidRDefault="00576B16" w:rsidP="005A70D2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0—не справился с заданием</w:t>
      </w:r>
    </w:p>
    <w:p w:rsidR="00576B16" w:rsidRPr="00D1204D" w:rsidRDefault="00576B16" w:rsidP="005A70D2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1 – указал только два верных ответа</w:t>
      </w:r>
    </w:p>
    <w:p w:rsidR="00576B16" w:rsidRPr="00D1204D" w:rsidRDefault="00576B16" w:rsidP="005A70D2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2</w:t>
      </w:r>
      <w:r>
        <w:rPr>
          <w:rFonts w:ascii="Times New Roman" w:hAnsi="Times New Roman"/>
          <w:color w:val="333333"/>
          <w:sz w:val="28"/>
          <w:szCs w:val="28"/>
        </w:rPr>
        <w:t xml:space="preserve"> </w:t>
      </w:r>
      <w:r w:rsidRPr="00D1204D">
        <w:rPr>
          <w:rFonts w:ascii="Times New Roman" w:hAnsi="Times New Roman"/>
          <w:color w:val="333333"/>
          <w:sz w:val="28"/>
          <w:szCs w:val="28"/>
        </w:rPr>
        <w:t>- указал  3, 4 верных ответа</w:t>
      </w:r>
    </w:p>
    <w:p w:rsidR="00576B16" w:rsidRPr="00D1204D" w:rsidRDefault="00576B16" w:rsidP="005A70D2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3</w:t>
      </w:r>
      <w:r>
        <w:rPr>
          <w:rFonts w:ascii="Times New Roman" w:hAnsi="Times New Roman"/>
          <w:color w:val="333333"/>
          <w:sz w:val="28"/>
          <w:szCs w:val="28"/>
        </w:rPr>
        <w:t xml:space="preserve"> </w:t>
      </w:r>
      <w:r w:rsidRPr="00D1204D">
        <w:rPr>
          <w:rFonts w:ascii="Times New Roman" w:hAnsi="Times New Roman"/>
          <w:color w:val="333333"/>
          <w:sz w:val="28"/>
          <w:szCs w:val="28"/>
        </w:rPr>
        <w:t xml:space="preserve">- указал все </w:t>
      </w:r>
      <w:r>
        <w:rPr>
          <w:rFonts w:ascii="Times New Roman" w:hAnsi="Times New Roman"/>
          <w:color w:val="333333"/>
          <w:sz w:val="28"/>
          <w:szCs w:val="28"/>
        </w:rPr>
        <w:t>6</w:t>
      </w:r>
      <w:r w:rsidRPr="00D1204D">
        <w:rPr>
          <w:rFonts w:ascii="Times New Roman" w:hAnsi="Times New Roman"/>
          <w:color w:val="333333"/>
          <w:sz w:val="28"/>
          <w:szCs w:val="28"/>
        </w:rPr>
        <w:t xml:space="preserve"> ответов верно.</w:t>
      </w:r>
    </w:p>
    <w:p w:rsidR="00576B16" w:rsidRPr="00D1204D" w:rsidRDefault="00576B16" w:rsidP="005B4036">
      <w:pPr>
        <w:shd w:val="clear" w:color="auto" w:fill="FFFFFF"/>
        <w:spacing w:after="0" w:line="300" w:lineRule="atLeast"/>
        <w:ind w:left="360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 </w:t>
      </w:r>
    </w:p>
    <w:p w:rsidR="00576B16" w:rsidRPr="00D1204D" w:rsidRDefault="00576B16" w:rsidP="00F20992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b/>
          <w:bCs/>
          <w:color w:val="333333"/>
          <w:sz w:val="28"/>
          <w:szCs w:val="28"/>
        </w:rPr>
        <w:t>Задание 3</w:t>
      </w:r>
      <w:r w:rsidRPr="00D1204D">
        <w:rPr>
          <w:rFonts w:ascii="Times New Roman" w:hAnsi="Times New Roman"/>
          <w:color w:val="333333"/>
          <w:sz w:val="28"/>
          <w:szCs w:val="28"/>
        </w:rPr>
        <w:t xml:space="preserve">. </w:t>
      </w:r>
    </w:p>
    <w:p w:rsidR="00576B16" w:rsidRPr="00D1204D" w:rsidRDefault="00576B16" w:rsidP="00F20992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тветы@Mail.Ru: двумя наиболее распостраненными элементами на земле является ответ плиз&quot;!" style="width:324pt;height:207pt;visibility:visible">
            <v:imagedata r:id="rId5" o:title=""/>
          </v:shape>
        </w:pict>
      </w:r>
    </w:p>
    <w:p w:rsidR="00576B16" w:rsidRPr="00D1204D" w:rsidRDefault="00576B16" w:rsidP="005B4036">
      <w:pPr>
        <w:shd w:val="clear" w:color="auto" w:fill="FFFFFF"/>
        <w:spacing w:after="0" w:line="300" w:lineRule="atLeast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D1204D">
        <w:rPr>
          <w:rFonts w:ascii="Times New Roman" w:hAnsi="Times New Roman"/>
          <w:b/>
          <w:bCs/>
          <w:color w:val="333333"/>
          <w:sz w:val="28"/>
          <w:szCs w:val="28"/>
        </w:rPr>
        <w:t>Рассмотри внимательно схему и ответь на вопросы:</w:t>
      </w:r>
    </w:p>
    <w:p w:rsidR="00576B16" w:rsidRPr="00D1204D" w:rsidRDefault="00576B16" w:rsidP="00F20992">
      <w:pPr>
        <w:pStyle w:val="ListParagraph"/>
        <w:numPr>
          <w:ilvl w:val="0"/>
          <w:numId w:val="19"/>
        </w:num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Какого элемента больше всего в земной коре?</w:t>
      </w:r>
    </w:p>
    <w:p w:rsidR="00576B16" w:rsidRPr="00D1204D" w:rsidRDefault="00576B16" w:rsidP="00F20992">
      <w:pPr>
        <w:pStyle w:val="ListParagraph"/>
        <w:numPr>
          <w:ilvl w:val="0"/>
          <w:numId w:val="19"/>
        </w:num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В</w:t>
      </w:r>
      <w:r w:rsidRPr="00D1204D">
        <w:rPr>
          <w:rFonts w:ascii="Times New Roman" w:hAnsi="Times New Roman"/>
          <w:color w:val="333333"/>
          <w:sz w:val="28"/>
          <w:szCs w:val="28"/>
        </w:rPr>
        <w:t xml:space="preserve"> земной коре больше магния или кальция?</w:t>
      </w:r>
    </w:p>
    <w:p w:rsidR="00576B16" w:rsidRPr="00D1204D" w:rsidRDefault="00576B16" w:rsidP="00F20992">
      <w:pPr>
        <w:pStyle w:val="ListParagraph"/>
        <w:numPr>
          <w:ilvl w:val="0"/>
          <w:numId w:val="19"/>
        </w:num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 xml:space="preserve">Расположи </w:t>
      </w:r>
      <w:r>
        <w:rPr>
          <w:rFonts w:ascii="Times New Roman" w:hAnsi="Times New Roman"/>
          <w:color w:val="333333"/>
          <w:sz w:val="28"/>
          <w:szCs w:val="28"/>
        </w:rPr>
        <w:t>указан</w:t>
      </w:r>
      <w:r w:rsidRPr="00D1204D">
        <w:rPr>
          <w:rFonts w:ascii="Times New Roman" w:hAnsi="Times New Roman"/>
          <w:color w:val="333333"/>
          <w:sz w:val="28"/>
          <w:szCs w:val="28"/>
        </w:rPr>
        <w:t>ные элементы в порядке убывания их содержания в земной коре: железо, натрий, кремний.</w:t>
      </w:r>
    </w:p>
    <w:p w:rsidR="00576B16" w:rsidRPr="00D1204D" w:rsidRDefault="00576B16" w:rsidP="00E7147A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b/>
          <w:bCs/>
          <w:color w:val="333333"/>
          <w:sz w:val="28"/>
          <w:szCs w:val="28"/>
        </w:rPr>
        <w:t>Задание 3</w:t>
      </w:r>
      <w:r w:rsidRPr="00D1204D">
        <w:rPr>
          <w:rFonts w:ascii="Times New Roman" w:hAnsi="Times New Roman"/>
          <w:color w:val="333333"/>
          <w:sz w:val="28"/>
          <w:szCs w:val="28"/>
        </w:rPr>
        <w:t> проверяет умение  извлекать информацию из текстов, таблиц, схем, иллюстраций.</w:t>
      </w:r>
    </w:p>
    <w:p w:rsidR="00576B16" w:rsidRPr="00D1204D" w:rsidRDefault="00576B16" w:rsidP="00E7147A">
      <w:pPr>
        <w:shd w:val="clear" w:color="auto" w:fill="FFFFFF"/>
        <w:spacing w:after="0" w:line="300" w:lineRule="atLeast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D1204D">
        <w:rPr>
          <w:rFonts w:ascii="Times New Roman" w:hAnsi="Times New Roman"/>
          <w:b/>
          <w:bCs/>
          <w:color w:val="333333"/>
          <w:sz w:val="28"/>
          <w:szCs w:val="28"/>
        </w:rPr>
        <w:t xml:space="preserve">Верные ответы: </w:t>
      </w:r>
    </w:p>
    <w:p w:rsidR="00576B16" w:rsidRPr="00D1204D" w:rsidRDefault="00576B16" w:rsidP="00E7147A">
      <w:pPr>
        <w:shd w:val="clear" w:color="auto" w:fill="FFFFFF"/>
        <w:spacing w:after="0" w:line="300" w:lineRule="atLeast"/>
        <w:rPr>
          <w:rFonts w:ascii="Times New Roman" w:hAnsi="Times New Roman"/>
          <w:bCs/>
          <w:color w:val="333333"/>
          <w:sz w:val="28"/>
          <w:szCs w:val="28"/>
        </w:rPr>
      </w:pPr>
      <w:r w:rsidRPr="00D1204D">
        <w:rPr>
          <w:rFonts w:ascii="Times New Roman" w:hAnsi="Times New Roman"/>
          <w:bCs/>
          <w:color w:val="333333"/>
          <w:sz w:val="28"/>
          <w:szCs w:val="28"/>
        </w:rPr>
        <w:t>1 кислород</w:t>
      </w:r>
    </w:p>
    <w:p w:rsidR="00576B16" w:rsidRPr="00D1204D" w:rsidRDefault="00576B16" w:rsidP="00E7147A">
      <w:pPr>
        <w:shd w:val="clear" w:color="auto" w:fill="FFFFFF"/>
        <w:spacing w:after="0" w:line="300" w:lineRule="atLeast"/>
        <w:rPr>
          <w:rFonts w:ascii="Times New Roman" w:hAnsi="Times New Roman"/>
          <w:bCs/>
          <w:color w:val="333333"/>
          <w:sz w:val="28"/>
          <w:szCs w:val="28"/>
        </w:rPr>
      </w:pPr>
      <w:r w:rsidRPr="00D1204D">
        <w:rPr>
          <w:rFonts w:ascii="Times New Roman" w:hAnsi="Times New Roman"/>
          <w:bCs/>
          <w:color w:val="333333"/>
          <w:sz w:val="28"/>
          <w:szCs w:val="28"/>
        </w:rPr>
        <w:t>2 кальция</w:t>
      </w:r>
    </w:p>
    <w:p w:rsidR="00576B16" w:rsidRPr="00D1204D" w:rsidRDefault="00576B16" w:rsidP="00E7147A">
      <w:pPr>
        <w:shd w:val="clear" w:color="auto" w:fill="FFFFFF"/>
        <w:spacing w:after="0" w:line="300" w:lineRule="atLeast"/>
        <w:rPr>
          <w:rFonts w:ascii="Times New Roman" w:hAnsi="Times New Roman"/>
          <w:bCs/>
          <w:color w:val="333333"/>
          <w:sz w:val="28"/>
          <w:szCs w:val="28"/>
        </w:rPr>
      </w:pPr>
      <w:r w:rsidRPr="00D1204D">
        <w:rPr>
          <w:rFonts w:ascii="Times New Roman" w:hAnsi="Times New Roman"/>
          <w:bCs/>
          <w:color w:val="333333"/>
          <w:sz w:val="28"/>
          <w:szCs w:val="28"/>
        </w:rPr>
        <w:t>3 кремний, железо, натрий.</w:t>
      </w:r>
    </w:p>
    <w:p w:rsidR="00576B16" w:rsidRPr="00D1204D" w:rsidRDefault="00576B16" w:rsidP="00E7147A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b/>
          <w:bCs/>
          <w:i/>
          <w:iCs/>
          <w:color w:val="333333"/>
          <w:sz w:val="28"/>
          <w:szCs w:val="28"/>
        </w:rPr>
        <w:t>Ключ оценивания</w:t>
      </w:r>
    </w:p>
    <w:p w:rsidR="00576B16" w:rsidRPr="00D1204D" w:rsidRDefault="00576B16" w:rsidP="00E7147A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0       - не приступал к выполнению задания или указал неверные ответы;</w:t>
      </w:r>
    </w:p>
    <w:p w:rsidR="00576B16" w:rsidRPr="00D1204D" w:rsidRDefault="00576B16" w:rsidP="00E7147A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1 – 3 – по числу верных ответов</w:t>
      </w:r>
    </w:p>
    <w:p w:rsidR="00576B16" w:rsidRPr="00D1204D" w:rsidRDefault="00576B16" w:rsidP="005B4036">
      <w:pPr>
        <w:shd w:val="clear" w:color="auto" w:fill="FFFFFF"/>
        <w:spacing w:after="0" w:line="300" w:lineRule="atLeast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576B16" w:rsidRPr="00D1204D" w:rsidRDefault="00576B16" w:rsidP="005B4036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b/>
          <w:bCs/>
          <w:color w:val="333333"/>
          <w:sz w:val="28"/>
          <w:szCs w:val="28"/>
        </w:rPr>
        <w:t>Задание 4</w:t>
      </w:r>
      <w:r w:rsidRPr="00D1204D">
        <w:rPr>
          <w:rFonts w:ascii="Times New Roman" w:hAnsi="Times New Roman"/>
          <w:color w:val="333333"/>
          <w:sz w:val="28"/>
          <w:szCs w:val="28"/>
        </w:rPr>
        <w:t xml:space="preserve">. Сравни два явления: </w:t>
      </w:r>
    </w:p>
    <w:p w:rsidR="00576B16" w:rsidRPr="00D1204D" w:rsidRDefault="00576B16" w:rsidP="005B4036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1</w:t>
      </w:r>
      <w:r>
        <w:rPr>
          <w:rFonts w:ascii="Times New Roman" w:hAnsi="Times New Roman"/>
          <w:color w:val="333333"/>
          <w:sz w:val="28"/>
          <w:szCs w:val="28"/>
        </w:rPr>
        <w:t>-</w:t>
      </w:r>
      <w:r w:rsidRPr="00D1204D">
        <w:rPr>
          <w:rFonts w:ascii="Times New Roman" w:hAnsi="Times New Roman"/>
          <w:color w:val="333333"/>
          <w:sz w:val="28"/>
          <w:szCs w:val="28"/>
        </w:rPr>
        <w:t xml:space="preserve"> горение спички</w:t>
      </w:r>
    </w:p>
    <w:p w:rsidR="00576B16" w:rsidRPr="00D1204D" w:rsidRDefault="00576B16" w:rsidP="005B4036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2</w:t>
      </w:r>
      <w:r>
        <w:rPr>
          <w:rFonts w:ascii="Times New Roman" w:hAnsi="Times New Roman"/>
          <w:color w:val="333333"/>
          <w:sz w:val="28"/>
          <w:szCs w:val="28"/>
        </w:rPr>
        <w:t>-</w:t>
      </w:r>
      <w:r w:rsidRPr="00D1204D">
        <w:rPr>
          <w:rFonts w:ascii="Times New Roman" w:hAnsi="Times New Roman"/>
          <w:color w:val="333333"/>
          <w:sz w:val="28"/>
          <w:szCs w:val="28"/>
        </w:rPr>
        <w:t xml:space="preserve"> горение лампы накаливания</w:t>
      </w:r>
    </w:p>
    <w:p w:rsidR="00576B16" w:rsidRPr="00D1204D" w:rsidRDefault="00576B16" w:rsidP="005B4036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Какое из этих явлений физическое, а какое химическое?</w:t>
      </w:r>
    </w:p>
    <w:p w:rsidR="00576B16" w:rsidRPr="00D1204D" w:rsidRDefault="00576B16" w:rsidP="005B4036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 xml:space="preserve">Объясни </w:t>
      </w:r>
      <w:r>
        <w:rPr>
          <w:rFonts w:ascii="Times New Roman" w:hAnsi="Times New Roman"/>
          <w:color w:val="333333"/>
          <w:sz w:val="28"/>
          <w:szCs w:val="28"/>
        </w:rPr>
        <w:t>свой выбор</w:t>
      </w:r>
      <w:r w:rsidRPr="00D1204D">
        <w:rPr>
          <w:rFonts w:ascii="Times New Roman" w:hAnsi="Times New Roman"/>
          <w:color w:val="333333"/>
          <w:sz w:val="28"/>
          <w:szCs w:val="28"/>
        </w:rPr>
        <w:t>_______________________________________________</w:t>
      </w:r>
    </w:p>
    <w:p w:rsidR="00576B16" w:rsidRPr="00D1204D" w:rsidRDefault="00576B16" w:rsidP="005B4036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По какому признаку ты определил химическое явление?_______________________</w:t>
      </w:r>
    </w:p>
    <w:p w:rsidR="00576B16" w:rsidRPr="00D1204D" w:rsidRDefault="00576B16" w:rsidP="00A77BB6">
      <w:pPr>
        <w:shd w:val="clear" w:color="auto" w:fill="FFFFFF"/>
        <w:spacing w:after="0" w:line="300" w:lineRule="atLeast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576B16" w:rsidRPr="00D1204D" w:rsidRDefault="00576B16" w:rsidP="00A77BB6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b/>
          <w:bCs/>
          <w:color w:val="333333"/>
          <w:sz w:val="28"/>
          <w:szCs w:val="28"/>
        </w:rPr>
        <w:t>Задание 4</w:t>
      </w:r>
      <w:r w:rsidRPr="00D1204D">
        <w:rPr>
          <w:rFonts w:ascii="Times New Roman" w:hAnsi="Times New Roman"/>
          <w:color w:val="333333"/>
          <w:sz w:val="28"/>
          <w:szCs w:val="28"/>
        </w:rPr>
        <w:t> проверяет умение сравнивать и группировать факты и явления.</w:t>
      </w:r>
    </w:p>
    <w:p w:rsidR="00576B16" w:rsidRPr="00D1204D" w:rsidRDefault="00576B16" w:rsidP="00A77BB6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b/>
          <w:bCs/>
          <w:i/>
          <w:iCs/>
          <w:color w:val="333333"/>
          <w:sz w:val="28"/>
          <w:szCs w:val="28"/>
        </w:rPr>
        <w:t>Верные ответы:</w:t>
      </w:r>
    </w:p>
    <w:p w:rsidR="00576B16" w:rsidRPr="00D1204D" w:rsidRDefault="00576B16" w:rsidP="00A77BB6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1 - химическое, 2 – физическое</w:t>
      </w:r>
      <w:r>
        <w:rPr>
          <w:rFonts w:ascii="Times New Roman" w:hAnsi="Times New Roman"/>
          <w:color w:val="333333"/>
          <w:sz w:val="28"/>
          <w:szCs w:val="28"/>
        </w:rPr>
        <w:t>.</w:t>
      </w:r>
    </w:p>
    <w:p w:rsidR="00576B16" w:rsidRPr="00D1204D" w:rsidRDefault="00576B16" w:rsidP="00A77BB6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 xml:space="preserve">В реакции </w:t>
      </w:r>
      <w:r>
        <w:rPr>
          <w:rFonts w:ascii="Times New Roman" w:hAnsi="Times New Roman"/>
          <w:color w:val="333333"/>
          <w:sz w:val="28"/>
          <w:szCs w:val="28"/>
        </w:rPr>
        <w:t>1</w:t>
      </w:r>
      <w:r w:rsidRPr="00D1204D">
        <w:rPr>
          <w:rFonts w:ascii="Times New Roman" w:hAnsi="Times New Roman"/>
          <w:color w:val="333333"/>
          <w:sz w:val="28"/>
          <w:szCs w:val="28"/>
        </w:rPr>
        <w:t>образуются новые вещества, а в</w:t>
      </w:r>
      <w:r>
        <w:rPr>
          <w:rFonts w:ascii="Times New Roman" w:hAnsi="Times New Roman"/>
          <w:color w:val="333333"/>
          <w:sz w:val="28"/>
          <w:szCs w:val="28"/>
        </w:rPr>
        <w:t xml:space="preserve"> реакции 2 -</w:t>
      </w:r>
      <w:r w:rsidRPr="00D1204D">
        <w:rPr>
          <w:rFonts w:ascii="Times New Roman" w:hAnsi="Times New Roman"/>
          <w:color w:val="333333"/>
          <w:sz w:val="28"/>
          <w:szCs w:val="28"/>
        </w:rPr>
        <w:t xml:space="preserve"> нет.</w:t>
      </w:r>
    </w:p>
    <w:p w:rsidR="00576B16" w:rsidRPr="00D1204D" w:rsidRDefault="00576B16" w:rsidP="00A77BB6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Выделение тепла и света.</w:t>
      </w:r>
    </w:p>
    <w:p w:rsidR="00576B16" w:rsidRPr="00D1204D" w:rsidRDefault="00576B16" w:rsidP="00A77BB6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b/>
          <w:bCs/>
          <w:i/>
          <w:iCs/>
          <w:color w:val="333333"/>
          <w:sz w:val="28"/>
          <w:szCs w:val="28"/>
        </w:rPr>
        <w:t>Ключ оценивания:</w:t>
      </w:r>
    </w:p>
    <w:p w:rsidR="00576B16" w:rsidRPr="00D1204D" w:rsidRDefault="00576B16" w:rsidP="00A77BB6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0 – 4 – по числу верных ответов</w:t>
      </w:r>
    </w:p>
    <w:p w:rsidR="00576B16" w:rsidRPr="00D1204D" w:rsidRDefault="00576B16" w:rsidP="005B4036">
      <w:pPr>
        <w:shd w:val="clear" w:color="auto" w:fill="FFFFFF"/>
        <w:spacing w:after="0" w:line="300" w:lineRule="atLeast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576B16" w:rsidRPr="00D1204D" w:rsidRDefault="00576B16" w:rsidP="005B4036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b/>
          <w:bCs/>
          <w:color w:val="333333"/>
          <w:sz w:val="28"/>
          <w:szCs w:val="28"/>
        </w:rPr>
        <w:t>Задание 5</w:t>
      </w:r>
      <w:r w:rsidRPr="00D1204D">
        <w:rPr>
          <w:rFonts w:ascii="Times New Roman" w:hAnsi="Times New Roman"/>
          <w:color w:val="333333"/>
          <w:sz w:val="28"/>
          <w:szCs w:val="28"/>
        </w:rPr>
        <w:t>. Распредели следующие слова в 2 группы.</w:t>
      </w:r>
    </w:p>
    <w:p w:rsidR="00576B16" w:rsidRPr="00D1204D" w:rsidRDefault="00576B16" w:rsidP="005B4036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Стакан, указка, древесина, монета, медь, стекло, ваза, керамика.</w:t>
      </w:r>
    </w:p>
    <w:p w:rsidR="00576B16" w:rsidRPr="00D1204D" w:rsidRDefault="00576B16" w:rsidP="005B4036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Укажи, по какому признаку ты их разделил?___________________________________</w:t>
      </w:r>
    </w:p>
    <w:p w:rsidR="00576B16" w:rsidRPr="00D1204D" w:rsidRDefault="00576B16" w:rsidP="006F5FD3">
      <w:pPr>
        <w:shd w:val="clear" w:color="auto" w:fill="FFFFFF"/>
        <w:spacing w:after="0" w:line="300" w:lineRule="atLeast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576B16" w:rsidRPr="00D1204D" w:rsidRDefault="00576B16" w:rsidP="006F5FD3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b/>
          <w:bCs/>
          <w:color w:val="333333"/>
          <w:sz w:val="28"/>
          <w:szCs w:val="28"/>
        </w:rPr>
        <w:t>Задание 5</w:t>
      </w:r>
      <w:r w:rsidRPr="00D1204D">
        <w:rPr>
          <w:rFonts w:ascii="Times New Roman" w:hAnsi="Times New Roman"/>
          <w:color w:val="333333"/>
          <w:sz w:val="28"/>
          <w:szCs w:val="28"/>
        </w:rPr>
        <w:t> проверяет умение находить сходство и различие фактов и явлений.</w:t>
      </w:r>
    </w:p>
    <w:p w:rsidR="00576B16" w:rsidRPr="00D1204D" w:rsidRDefault="00576B16" w:rsidP="006F5FD3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b/>
          <w:bCs/>
          <w:i/>
          <w:iCs/>
          <w:color w:val="333333"/>
          <w:sz w:val="28"/>
          <w:szCs w:val="28"/>
        </w:rPr>
        <w:t>Верные ответы:</w:t>
      </w:r>
    </w:p>
    <w:p w:rsidR="00576B16" w:rsidRPr="00D1204D" w:rsidRDefault="00576B16" w:rsidP="006F5FD3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Вещества (то</w:t>
      </w:r>
      <w:r>
        <w:rPr>
          <w:rFonts w:ascii="Times New Roman" w:hAnsi="Times New Roman"/>
          <w:color w:val="333333"/>
          <w:sz w:val="28"/>
          <w:szCs w:val="28"/>
        </w:rPr>
        <w:t>,</w:t>
      </w:r>
      <w:r w:rsidRPr="00D1204D">
        <w:rPr>
          <w:rFonts w:ascii="Times New Roman" w:hAnsi="Times New Roman"/>
          <w:color w:val="333333"/>
          <w:sz w:val="28"/>
          <w:szCs w:val="28"/>
        </w:rPr>
        <w:t xml:space="preserve"> из чего сделаны тела): древесина, керамика, стекло, медь.</w:t>
      </w:r>
    </w:p>
    <w:p w:rsidR="00576B16" w:rsidRPr="00D1204D" w:rsidRDefault="00576B16" w:rsidP="006F5FD3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Предметы (тела): стакан, указка, ваза, монета.</w:t>
      </w:r>
    </w:p>
    <w:p w:rsidR="00576B16" w:rsidRPr="00D1204D" w:rsidRDefault="00576B16" w:rsidP="006F5FD3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b/>
          <w:bCs/>
          <w:i/>
          <w:iCs/>
          <w:color w:val="333333"/>
          <w:sz w:val="28"/>
          <w:szCs w:val="28"/>
        </w:rPr>
        <w:t>Ключи оценивания:</w:t>
      </w:r>
    </w:p>
    <w:p w:rsidR="00576B16" w:rsidRPr="00D1204D" w:rsidRDefault="00576B16" w:rsidP="006F5FD3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0 – не справился с задание</w:t>
      </w:r>
      <w:r>
        <w:rPr>
          <w:rFonts w:ascii="Times New Roman" w:hAnsi="Times New Roman"/>
          <w:color w:val="333333"/>
          <w:sz w:val="28"/>
          <w:szCs w:val="28"/>
        </w:rPr>
        <w:t>м</w:t>
      </w:r>
    </w:p>
    <w:p w:rsidR="00576B16" w:rsidRPr="00D1204D" w:rsidRDefault="00576B16" w:rsidP="006F5FD3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 xml:space="preserve">1 – указал не менее трех слов в группе, но не сумел объяснить </w:t>
      </w:r>
      <w:r>
        <w:rPr>
          <w:rFonts w:ascii="Times New Roman" w:hAnsi="Times New Roman"/>
          <w:color w:val="333333"/>
          <w:sz w:val="28"/>
          <w:szCs w:val="28"/>
        </w:rPr>
        <w:t>выбор</w:t>
      </w:r>
      <w:r w:rsidRPr="00D1204D">
        <w:rPr>
          <w:rFonts w:ascii="Times New Roman" w:hAnsi="Times New Roman"/>
          <w:color w:val="333333"/>
          <w:sz w:val="28"/>
          <w:szCs w:val="28"/>
        </w:rPr>
        <w:t>.</w:t>
      </w:r>
    </w:p>
    <w:p w:rsidR="00576B16" w:rsidRPr="00D1204D" w:rsidRDefault="00576B16" w:rsidP="006F5FD3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2</w:t>
      </w:r>
      <w:r>
        <w:rPr>
          <w:rFonts w:ascii="Times New Roman" w:hAnsi="Times New Roman"/>
          <w:color w:val="333333"/>
          <w:sz w:val="28"/>
          <w:szCs w:val="28"/>
        </w:rPr>
        <w:t xml:space="preserve"> </w:t>
      </w:r>
      <w:r w:rsidRPr="00D1204D">
        <w:rPr>
          <w:rFonts w:ascii="Times New Roman" w:hAnsi="Times New Roman"/>
          <w:color w:val="333333"/>
          <w:sz w:val="28"/>
          <w:szCs w:val="28"/>
        </w:rPr>
        <w:t>- указал все слова в группе, но не сумел объяснить</w:t>
      </w:r>
      <w:r>
        <w:rPr>
          <w:rFonts w:ascii="Times New Roman" w:hAnsi="Times New Roman"/>
          <w:color w:val="333333"/>
          <w:sz w:val="28"/>
          <w:szCs w:val="28"/>
        </w:rPr>
        <w:t xml:space="preserve"> выбор</w:t>
      </w:r>
      <w:r w:rsidRPr="00D1204D">
        <w:rPr>
          <w:rFonts w:ascii="Times New Roman" w:hAnsi="Times New Roman"/>
          <w:color w:val="333333"/>
          <w:sz w:val="28"/>
          <w:szCs w:val="28"/>
        </w:rPr>
        <w:t>.</w:t>
      </w:r>
    </w:p>
    <w:p w:rsidR="00576B16" w:rsidRPr="00D1204D" w:rsidRDefault="00576B16" w:rsidP="006F5FD3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3</w:t>
      </w:r>
      <w:r>
        <w:rPr>
          <w:rFonts w:ascii="Times New Roman" w:hAnsi="Times New Roman"/>
          <w:color w:val="333333"/>
          <w:sz w:val="28"/>
          <w:szCs w:val="28"/>
        </w:rPr>
        <w:t xml:space="preserve"> </w:t>
      </w:r>
      <w:r w:rsidRPr="00D1204D">
        <w:rPr>
          <w:rFonts w:ascii="Times New Roman" w:hAnsi="Times New Roman"/>
          <w:color w:val="333333"/>
          <w:sz w:val="28"/>
          <w:szCs w:val="28"/>
        </w:rPr>
        <w:t>- распределил слова по группам, правильно ответил на поставленный вопрос.</w:t>
      </w:r>
    </w:p>
    <w:p w:rsidR="00576B16" w:rsidRPr="00D1204D" w:rsidRDefault="00576B16" w:rsidP="005B4036">
      <w:pPr>
        <w:shd w:val="clear" w:color="auto" w:fill="FFFFFF"/>
        <w:spacing w:after="0" w:line="300" w:lineRule="atLeast"/>
        <w:rPr>
          <w:rFonts w:ascii="Times New Roman" w:hAnsi="Times New Roman"/>
          <w:b/>
          <w:bCs/>
          <w:i/>
          <w:iCs/>
          <w:color w:val="333333"/>
          <w:sz w:val="28"/>
          <w:szCs w:val="28"/>
        </w:rPr>
      </w:pPr>
    </w:p>
    <w:p w:rsidR="00576B16" w:rsidRPr="00D1204D" w:rsidRDefault="00576B16" w:rsidP="006F5FD3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b/>
          <w:bCs/>
          <w:i/>
          <w:iCs/>
          <w:color w:val="333333"/>
          <w:sz w:val="28"/>
          <w:szCs w:val="28"/>
        </w:rPr>
        <w:t>Задание 6.</w:t>
      </w:r>
      <w:r w:rsidRPr="00D1204D">
        <w:rPr>
          <w:rFonts w:ascii="Times New Roman" w:hAnsi="Times New Roman"/>
          <w:color w:val="333333"/>
          <w:sz w:val="28"/>
          <w:szCs w:val="28"/>
        </w:rPr>
        <w:t> Прочитайте текст.</w:t>
      </w:r>
    </w:p>
    <w:p w:rsidR="00576B16" w:rsidRPr="00D1204D" w:rsidRDefault="00576B16" w:rsidP="00272258">
      <w:pPr>
        <w:shd w:val="clear" w:color="auto" w:fill="FFFFFF"/>
        <w:spacing w:after="0" w:line="300" w:lineRule="atLeast"/>
        <w:ind w:firstLine="708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 xml:space="preserve">Периодический закон и Периодическая система стали важнейшим вкладом Д.И. Менделеева в развитие естествознания, но они составляют лишь часть огромного творческого наследия ученого. Он занимался вопросами физики, химии, метеорологии, изучал воздухоплавание, способы добычи нефти, ставил «опыты по разведению хлебов». </w:t>
      </w:r>
      <w:r>
        <w:rPr>
          <w:rFonts w:ascii="Times New Roman" w:hAnsi="Times New Roman"/>
          <w:color w:val="333333"/>
          <w:sz w:val="28"/>
          <w:szCs w:val="28"/>
        </w:rPr>
        <w:t xml:space="preserve">Ученый </w:t>
      </w:r>
      <w:r w:rsidRPr="00D1204D">
        <w:rPr>
          <w:rFonts w:ascii="Times New Roman" w:hAnsi="Times New Roman"/>
          <w:color w:val="333333"/>
          <w:sz w:val="28"/>
          <w:szCs w:val="28"/>
        </w:rPr>
        <w:t>постоянно вникал в насущные нужды промышленности</w:t>
      </w:r>
      <w:r>
        <w:rPr>
          <w:rFonts w:ascii="Times New Roman" w:hAnsi="Times New Roman"/>
          <w:color w:val="333333"/>
          <w:sz w:val="28"/>
          <w:szCs w:val="28"/>
        </w:rPr>
        <w:t>, п</w:t>
      </w:r>
      <w:r w:rsidRPr="00D1204D">
        <w:rPr>
          <w:rFonts w:ascii="Times New Roman" w:hAnsi="Times New Roman"/>
          <w:color w:val="333333"/>
          <w:sz w:val="28"/>
          <w:szCs w:val="28"/>
        </w:rPr>
        <w:t>осещал фабрики, заводы, рудники, шахты.</w:t>
      </w:r>
      <w:r>
        <w:rPr>
          <w:rFonts w:ascii="Times New Roman" w:hAnsi="Times New Roman"/>
          <w:color w:val="333333"/>
          <w:sz w:val="28"/>
          <w:szCs w:val="28"/>
        </w:rPr>
        <w:t xml:space="preserve"> </w:t>
      </w:r>
      <w:r w:rsidRPr="00D1204D">
        <w:rPr>
          <w:rFonts w:ascii="Times New Roman" w:hAnsi="Times New Roman"/>
          <w:color w:val="333333"/>
          <w:sz w:val="28"/>
          <w:szCs w:val="28"/>
        </w:rPr>
        <w:t xml:space="preserve"> Менделеев глубоко интересовался литературой и искусством, собрал огромную коллекцию репродукций картин художников разных стран и народов.  На его квартире часто проходили встречи выдающихся деятелей науки и культуры. </w:t>
      </w:r>
    </w:p>
    <w:p w:rsidR="00576B16" w:rsidRPr="00D1204D" w:rsidRDefault="00576B16" w:rsidP="006F5FD3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</w:p>
    <w:p w:rsidR="00576B16" w:rsidRPr="00D1204D" w:rsidRDefault="00576B16" w:rsidP="006F5FD3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Назови причину, по которой Д.И. Менделеева:</w:t>
      </w:r>
    </w:p>
    <w:p w:rsidR="00576B16" w:rsidRPr="00D1204D" w:rsidRDefault="00576B16" w:rsidP="006F5FD3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 xml:space="preserve">1 </w:t>
      </w:r>
      <w:r>
        <w:rPr>
          <w:rFonts w:ascii="Times New Roman" w:hAnsi="Times New Roman"/>
          <w:color w:val="333333"/>
          <w:sz w:val="28"/>
          <w:szCs w:val="28"/>
        </w:rPr>
        <w:t xml:space="preserve">- </w:t>
      </w:r>
      <w:r w:rsidRPr="00D1204D">
        <w:rPr>
          <w:rFonts w:ascii="Times New Roman" w:hAnsi="Times New Roman"/>
          <w:color w:val="333333"/>
          <w:sz w:val="28"/>
          <w:szCs w:val="28"/>
        </w:rPr>
        <w:t>приглашали экспертом для решения сложных экономических проблем?_____________</w:t>
      </w:r>
    </w:p>
    <w:p w:rsidR="00576B16" w:rsidRPr="00D1204D" w:rsidRDefault="00576B16" w:rsidP="006F5FD3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__________________________________________________________________________________________________________________________________________________</w:t>
      </w:r>
    </w:p>
    <w:p w:rsidR="00576B16" w:rsidRPr="00D1204D" w:rsidRDefault="00576B16" w:rsidP="006F5FD3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 xml:space="preserve">2 </w:t>
      </w:r>
      <w:r>
        <w:rPr>
          <w:rFonts w:ascii="Times New Roman" w:hAnsi="Times New Roman"/>
          <w:color w:val="333333"/>
          <w:sz w:val="28"/>
          <w:szCs w:val="28"/>
        </w:rPr>
        <w:t xml:space="preserve">- </w:t>
      </w:r>
      <w:r w:rsidRPr="00D1204D">
        <w:rPr>
          <w:rFonts w:ascii="Times New Roman" w:hAnsi="Times New Roman"/>
          <w:color w:val="333333"/>
          <w:sz w:val="28"/>
          <w:szCs w:val="28"/>
        </w:rPr>
        <w:t>считали одним из культурнейших людей своего времени?________________________</w:t>
      </w:r>
    </w:p>
    <w:p w:rsidR="00576B16" w:rsidRPr="00D1204D" w:rsidRDefault="00576B16" w:rsidP="006F5FD3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_________________________________________________________________________</w:t>
      </w:r>
    </w:p>
    <w:p w:rsidR="00576B16" w:rsidRPr="00D1204D" w:rsidRDefault="00576B16" w:rsidP="006F5FD3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</w:p>
    <w:p w:rsidR="00576B16" w:rsidRPr="00D1204D" w:rsidRDefault="00576B16" w:rsidP="00EB2E14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b/>
          <w:bCs/>
          <w:color w:val="333333"/>
          <w:sz w:val="28"/>
          <w:szCs w:val="28"/>
        </w:rPr>
        <w:t>Задание 6</w:t>
      </w:r>
      <w:r w:rsidRPr="00D1204D">
        <w:rPr>
          <w:rFonts w:ascii="Times New Roman" w:hAnsi="Times New Roman"/>
          <w:color w:val="333333"/>
          <w:sz w:val="28"/>
          <w:szCs w:val="28"/>
        </w:rPr>
        <w:t> проверяет умение определять причины явлений и событий.</w:t>
      </w:r>
    </w:p>
    <w:p w:rsidR="00576B16" w:rsidRPr="00D1204D" w:rsidRDefault="00576B16" w:rsidP="00EB2E14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b/>
          <w:bCs/>
          <w:i/>
          <w:iCs/>
          <w:color w:val="333333"/>
          <w:sz w:val="28"/>
          <w:szCs w:val="28"/>
        </w:rPr>
        <w:t>Верные ответы:</w:t>
      </w:r>
    </w:p>
    <w:p w:rsidR="00576B16" w:rsidRPr="00D1204D" w:rsidRDefault="00576B16" w:rsidP="00EB2E14">
      <w:pPr>
        <w:pStyle w:val="ListParagraph"/>
        <w:numPr>
          <w:ilvl w:val="0"/>
          <w:numId w:val="21"/>
        </w:numPr>
        <w:shd w:val="clear" w:color="auto" w:fill="FFFFFF"/>
        <w:spacing w:after="0" w:line="300" w:lineRule="atLeast"/>
        <w:rPr>
          <w:rFonts w:ascii="Times New Roman" w:hAnsi="Times New Roman"/>
          <w:bCs/>
          <w:iCs/>
          <w:color w:val="333333"/>
          <w:sz w:val="28"/>
          <w:szCs w:val="28"/>
        </w:rPr>
      </w:pPr>
      <w:r w:rsidRPr="00D1204D">
        <w:rPr>
          <w:rFonts w:ascii="Times New Roman" w:hAnsi="Times New Roman"/>
          <w:bCs/>
          <w:iCs/>
          <w:color w:val="333333"/>
          <w:sz w:val="28"/>
          <w:szCs w:val="28"/>
        </w:rPr>
        <w:t>второй абзац текста</w:t>
      </w:r>
    </w:p>
    <w:p w:rsidR="00576B16" w:rsidRPr="00D1204D" w:rsidRDefault="00576B16" w:rsidP="00EB2E14">
      <w:pPr>
        <w:pStyle w:val="ListParagraph"/>
        <w:numPr>
          <w:ilvl w:val="0"/>
          <w:numId w:val="21"/>
        </w:numPr>
        <w:shd w:val="clear" w:color="auto" w:fill="FFFFFF"/>
        <w:spacing w:after="0" w:line="300" w:lineRule="atLeast"/>
        <w:rPr>
          <w:rFonts w:ascii="Times New Roman" w:hAnsi="Times New Roman"/>
          <w:bCs/>
          <w:iCs/>
          <w:color w:val="333333"/>
          <w:sz w:val="28"/>
          <w:szCs w:val="28"/>
        </w:rPr>
      </w:pPr>
      <w:r w:rsidRPr="00D1204D">
        <w:rPr>
          <w:rFonts w:ascii="Times New Roman" w:hAnsi="Times New Roman"/>
          <w:bCs/>
          <w:iCs/>
          <w:color w:val="333333"/>
          <w:sz w:val="28"/>
          <w:szCs w:val="28"/>
        </w:rPr>
        <w:t>третий абзац текста.</w:t>
      </w:r>
    </w:p>
    <w:p w:rsidR="00576B16" w:rsidRPr="00D1204D" w:rsidRDefault="00576B16" w:rsidP="00EB2E14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b/>
          <w:bCs/>
          <w:i/>
          <w:iCs/>
          <w:color w:val="333333"/>
          <w:sz w:val="28"/>
          <w:szCs w:val="28"/>
        </w:rPr>
        <w:t>Ключи оценивания:</w:t>
      </w:r>
    </w:p>
    <w:p w:rsidR="00576B16" w:rsidRPr="00D1204D" w:rsidRDefault="00576B16" w:rsidP="00EB2E14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0 – не справился с заданием, или не приступил к выполнению.</w:t>
      </w:r>
    </w:p>
    <w:p w:rsidR="00576B16" w:rsidRPr="00D1204D" w:rsidRDefault="00576B16" w:rsidP="00EB2E14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1 – указал одну причину.</w:t>
      </w:r>
    </w:p>
    <w:p w:rsidR="00576B16" w:rsidRPr="00D1204D" w:rsidRDefault="00576B16" w:rsidP="00EB2E14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2 – справился с заданием полностью.</w:t>
      </w:r>
    </w:p>
    <w:p w:rsidR="00576B16" w:rsidRPr="00D1204D" w:rsidRDefault="00576B16" w:rsidP="005B4036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</w:p>
    <w:p w:rsidR="00576B16" w:rsidRPr="00D1204D" w:rsidRDefault="00576B16" w:rsidP="00EB2E14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b/>
          <w:bCs/>
          <w:color w:val="333333"/>
          <w:sz w:val="28"/>
          <w:szCs w:val="28"/>
        </w:rPr>
        <w:t>Задание 7</w:t>
      </w:r>
      <w:r w:rsidRPr="00D1204D">
        <w:rPr>
          <w:rFonts w:ascii="Times New Roman" w:hAnsi="Times New Roman"/>
          <w:color w:val="333333"/>
          <w:sz w:val="28"/>
          <w:szCs w:val="28"/>
        </w:rPr>
        <w:t>. </w:t>
      </w:r>
    </w:p>
    <w:p w:rsidR="00576B16" w:rsidRPr="00D1204D" w:rsidRDefault="00576B16" w:rsidP="005B4036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Прочитайте внимательно состав средства для чистки труб.</w:t>
      </w:r>
    </w:p>
    <w:p w:rsidR="00576B16" w:rsidRPr="00D1204D" w:rsidRDefault="00576B16" w:rsidP="0064607C">
      <w:pPr>
        <w:numPr>
          <w:ilvl w:val="0"/>
          <w:numId w:val="22"/>
        </w:numPr>
        <w:shd w:val="clear" w:color="auto" w:fill="FFFFFF"/>
        <w:spacing w:after="0" w:line="240" w:lineRule="atLeast"/>
        <w:ind w:left="450"/>
        <w:textAlignment w:val="baseline"/>
        <w:rPr>
          <w:rFonts w:ascii="Times New Roman" w:hAnsi="Times New Roman"/>
          <w:color w:val="002E39"/>
          <w:sz w:val="28"/>
          <w:szCs w:val="28"/>
        </w:rPr>
      </w:pPr>
      <w:r w:rsidRPr="00D1204D">
        <w:rPr>
          <w:rFonts w:ascii="Times New Roman" w:hAnsi="Times New Roman"/>
          <w:color w:val="002E39"/>
          <w:sz w:val="28"/>
          <w:szCs w:val="28"/>
        </w:rPr>
        <w:t>гидроксид натрия(40-60%);</w:t>
      </w:r>
    </w:p>
    <w:p w:rsidR="00576B16" w:rsidRPr="00D1204D" w:rsidRDefault="00576B16" w:rsidP="0064607C">
      <w:pPr>
        <w:numPr>
          <w:ilvl w:val="0"/>
          <w:numId w:val="22"/>
        </w:numPr>
        <w:shd w:val="clear" w:color="auto" w:fill="FFFFFF"/>
        <w:spacing w:after="0" w:line="240" w:lineRule="atLeast"/>
        <w:ind w:left="450"/>
        <w:textAlignment w:val="baseline"/>
        <w:rPr>
          <w:rFonts w:ascii="Times New Roman" w:hAnsi="Times New Roman"/>
          <w:color w:val="002E39"/>
          <w:sz w:val="28"/>
          <w:szCs w:val="28"/>
        </w:rPr>
      </w:pPr>
      <w:r w:rsidRPr="00D1204D">
        <w:rPr>
          <w:rFonts w:ascii="Times New Roman" w:hAnsi="Times New Roman"/>
          <w:color w:val="002E39"/>
          <w:sz w:val="28"/>
          <w:szCs w:val="28"/>
        </w:rPr>
        <w:t>вода дистиллированная (5-25%);</w:t>
      </w:r>
    </w:p>
    <w:p w:rsidR="00576B16" w:rsidRPr="00D1204D" w:rsidRDefault="00576B16" w:rsidP="0064607C">
      <w:pPr>
        <w:numPr>
          <w:ilvl w:val="0"/>
          <w:numId w:val="22"/>
        </w:numPr>
        <w:shd w:val="clear" w:color="auto" w:fill="FFFFFF"/>
        <w:spacing w:after="0" w:line="240" w:lineRule="atLeast"/>
        <w:ind w:left="450"/>
        <w:textAlignment w:val="baseline"/>
        <w:rPr>
          <w:rFonts w:ascii="Times New Roman" w:hAnsi="Times New Roman"/>
          <w:color w:val="002E39"/>
          <w:sz w:val="28"/>
          <w:szCs w:val="28"/>
        </w:rPr>
      </w:pPr>
      <w:r w:rsidRPr="00D1204D">
        <w:rPr>
          <w:rFonts w:ascii="Times New Roman" w:hAnsi="Times New Roman"/>
          <w:color w:val="002E39"/>
          <w:sz w:val="28"/>
          <w:szCs w:val="28"/>
        </w:rPr>
        <w:t>гидроксид калия (5-10%);</w:t>
      </w:r>
    </w:p>
    <w:p w:rsidR="00576B16" w:rsidRPr="00D1204D" w:rsidRDefault="00576B16" w:rsidP="0064607C">
      <w:pPr>
        <w:numPr>
          <w:ilvl w:val="0"/>
          <w:numId w:val="22"/>
        </w:numPr>
        <w:shd w:val="clear" w:color="auto" w:fill="FFFFFF"/>
        <w:spacing w:after="0" w:line="240" w:lineRule="atLeast"/>
        <w:ind w:left="450"/>
        <w:textAlignment w:val="baseline"/>
        <w:rPr>
          <w:rFonts w:ascii="Times New Roman" w:hAnsi="Times New Roman"/>
          <w:color w:val="002E39"/>
          <w:sz w:val="28"/>
          <w:szCs w:val="28"/>
        </w:rPr>
      </w:pPr>
      <w:r w:rsidRPr="00D1204D">
        <w:rPr>
          <w:rFonts w:ascii="Times New Roman" w:hAnsi="Times New Roman"/>
          <w:color w:val="002E39"/>
          <w:sz w:val="28"/>
          <w:szCs w:val="28"/>
        </w:rPr>
        <w:t>ПАВ (10%) -поверхностно-активные вещества;</w:t>
      </w:r>
    </w:p>
    <w:p w:rsidR="00576B16" w:rsidRPr="00D1204D" w:rsidRDefault="00576B16" w:rsidP="0064607C">
      <w:pPr>
        <w:numPr>
          <w:ilvl w:val="0"/>
          <w:numId w:val="22"/>
        </w:numPr>
        <w:shd w:val="clear" w:color="auto" w:fill="FFFFFF"/>
        <w:spacing w:after="0" w:line="240" w:lineRule="atLeast"/>
        <w:ind w:left="450"/>
        <w:textAlignment w:val="baseline"/>
        <w:rPr>
          <w:rFonts w:ascii="Times New Roman" w:hAnsi="Times New Roman"/>
          <w:color w:val="002E39"/>
          <w:sz w:val="28"/>
          <w:szCs w:val="28"/>
        </w:rPr>
      </w:pPr>
      <w:r w:rsidRPr="00D1204D">
        <w:rPr>
          <w:rFonts w:ascii="Times New Roman" w:hAnsi="Times New Roman"/>
          <w:color w:val="002E39"/>
          <w:sz w:val="28"/>
          <w:szCs w:val="28"/>
        </w:rPr>
        <w:t>наполнитель ЭДТА (5-10%) — этилендиаминтетрауксусная кислота.</w:t>
      </w:r>
    </w:p>
    <w:p w:rsidR="00576B16" w:rsidRPr="00D1204D" w:rsidRDefault="00576B16" w:rsidP="0064607C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Ответьте на вопросы:</w:t>
      </w:r>
    </w:p>
    <w:p w:rsidR="00576B16" w:rsidRPr="00D1204D" w:rsidRDefault="00576B16" w:rsidP="0064607C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1</w:t>
      </w:r>
      <w:r>
        <w:rPr>
          <w:rFonts w:ascii="Times New Roman" w:hAnsi="Times New Roman"/>
          <w:color w:val="333333"/>
          <w:sz w:val="28"/>
          <w:szCs w:val="28"/>
        </w:rPr>
        <w:t>.</w:t>
      </w:r>
      <w:r w:rsidRPr="00D1204D">
        <w:rPr>
          <w:rFonts w:ascii="Times New Roman" w:hAnsi="Times New Roman"/>
          <w:color w:val="333333"/>
          <w:sz w:val="28"/>
          <w:szCs w:val="28"/>
        </w:rPr>
        <w:t xml:space="preserve"> Почему с этим средством необходимо работать в перчатках?________________________</w:t>
      </w:r>
    </w:p>
    <w:p w:rsidR="00576B16" w:rsidRPr="00D1204D" w:rsidRDefault="00576B16" w:rsidP="00DC3DCE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2E39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2</w:t>
      </w:r>
      <w:r>
        <w:rPr>
          <w:rFonts w:ascii="Times New Roman" w:hAnsi="Times New Roman"/>
          <w:color w:val="333333"/>
          <w:sz w:val="28"/>
          <w:szCs w:val="28"/>
        </w:rPr>
        <w:t>.</w:t>
      </w:r>
      <w:r w:rsidRPr="00D1204D">
        <w:rPr>
          <w:rFonts w:ascii="Times New Roman" w:hAnsi="Times New Roman"/>
          <w:color w:val="002E39"/>
          <w:sz w:val="28"/>
          <w:szCs w:val="28"/>
          <w:u w:val="single"/>
          <w:bdr w:val="none" w:sz="0" w:space="0" w:color="auto" w:frame="1"/>
        </w:rPr>
        <w:t xml:space="preserve"> Почему в случае попадания средства на кожу или слизистую оболочку, человеку следует:</w:t>
      </w:r>
    </w:p>
    <w:p w:rsidR="00576B16" w:rsidRPr="00D1204D" w:rsidRDefault="00576B16" w:rsidP="00DC3DCE">
      <w:pPr>
        <w:numPr>
          <w:ilvl w:val="0"/>
          <w:numId w:val="23"/>
        </w:numPr>
        <w:shd w:val="clear" w:color="auto" w:fill="FFFFFF"/>
        <w:spacing w:after="0" w:line="240" w:lineRule="atLeast"/>
        <w:ind w:left="450"/>
        <w:textAlignment w:val="baseline"/>
        <w:rPr>
          <w:rFonts w:ascii="Times New Roman" w:hAnsi="Times New Roman"/>
          <w:color w:val="002E39"/>
          <w:sz w:val="28"/>
          <w:szCs w:val="28"/>
        </w:rPr>
      </w:pPr>
      <w:r w:rsidRPr="00D1204D">
        <w:rPr>
          <w:rFonts w:ascii="Times New Roman" w:hAnsi="Times New Roman"/>
          <w:color w:val="002E39"/>
          <w:sz w:val="28"/>
          <w:szCs w:val="28"/>
        </w:rPr>
        <w:t>немедленно промыть участок пораженной кожи проточной водой;</w:t>
      </w:r>
    </w:p>
    <w:p w:rsidR="00576B16" w:rsidRPr="00D1204D" w:rsidRDefault="00576B16" w:rsidP="00DC3DCE">
      <w:pPr>
        <w:numPr>
          <w:ilvl w:val="0"/>
          <w:numId w:val="23"/>
        </w:numPr>
        <w:shd w:val="clear" w:color="auto" w:fill="FFFFFF"/>
        <w:spacing w:after="0" w:line="240" w:lineRule="atLeast"/>
        <w:ind w:left="450"/>
        <w:textAlignment w:val="baseline"/>
        <w:rPr>
          <w:rFonts w:ascii="Times New Roman" w:hAnsi="Times New Roman"/>
          <w:color w:val="002E39"/>
          <w:sz w:val="28"/>
          <w:szCs w:val="28"/>
        </w:rPr>
      </w:pPr>
      <w:r w:rsidRPr="00D1204D">
        <w:rPr>
          <w:rFonts w:ascii="Times New Roman" w:hAnsi="Times New Roman"/>
          <w:color w:val="002E39"/>
          <w:sz w:val="28"/>
          <w:szCs w:val="28"/>
        </w:rPr>
        <w:t>в случае попадания средства в область глаза – обратиться к врачу.</w:t>
      </w:r>
    </w:p>
    <w:p w:rsidR="00576B16" w:rsidRPr="00D1204D" w:rsidRDefault="00576B16" w:rsidP="00DC3DCE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2E39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3</w:t>
      </w:r>
      <w:r>
        <w:rPr>
          <w:rFonts w:ascii="Times New Roman" w:hAnsi="Times New Roman"/>
          <w:color w:val="333333"/>
          <w:sz w:val="28"/>
          <w:szCs w:val="28"/>
        </w:rPr>
        <w:t>.</w:t>
      </w:r>
      <w:r w:rsidRPr="00D1204D">
        <w:rPr>
          <w:rFonts w:ascii="Times New Roman" w:hAnsi="Times New Roman"/>
          <w:color w:val="333333"/>
          <w:sz w:val="28"/>
          <w:szCs w:val="28"/>
        </w:rPr>
        <w:t xml:space="preserve"> Почему</w:t>
      </w:r>
      <w:r w:rsidRPr="00D1204D">
        <w:rPr>
          <w:rFonts w:ascii="Times New Roman" w:hAnsi="Times New Roman"/>
          <w:color w:val="002E39"/>
          <w:sz w:val="28"/>
          <w:szCs w:val="28"/>
          <w:bdr w:val="none" w:sz="0" w:space="0" w:color="auto" w:frame="1"/>
        </w:rPr>
        <w:t xml:space="preserve"> </w:t>
      </w:r>
      <w:r w:rsidRPr="00D1204D">
        <w:rPr>
          <w:rFonts w:ascii="Times New Roman" w:hAnsi="Times New Roman"/>
          <w:color w:val="002E39"/>
          <w:sz w:val="28"/>
          <w:szCs w:val="28"/>
        </w:rPr>
        <w:t xml:space="preserve">особую опасность средство представляет при попадании внутрь желудочно-кишечного такта и </w:t>
      </w:r>
      <w:r w:rsidRPr="00D1204D">
        <w:rPr>
          <w:rFonts w:ascii="Times New Roman" w:hAnsi="Times New Roman"/>
          <w:color w:val="002E39"/>
          <w:sz w:val="28"/>
          <w:szCs w:val="28"/>
          <w:u w:val="single"/>
          <w:bdr w:val="none" w:sz="0" w:space="0" w:color="auto" w:frame="1"/>
        </w:rPr>
        <w:t>в таких случаях пострадавшему следует:</w:t>
      </w:r>
    </w:p>
    <w:p w:rsidR="00576B16" w:rsidRPr="00D1204D" w:rsidRDefault="00576B16" w:rsidP="00DC3DCE">
      <w:pPr>
        <w:numPr>
          <w:ilvl w:val="0"/>
          <w:numId w:val="24"/>
        </w:numPr>
        <w:shd w:val="clear" w:color="auto" w:fill="FFFFFF"/>
        <w:spacing w:after="0" w:line="240" w:lineRule="atLeast"/>
        <w:ind w:left="450"/>
        <w:textAlignment w:val="baseline"/>
        <w:rPr>
          <w:rFonts w:ascii="Times New Roman" w:hAnsi="Times New Roman"/>
          <w:color w:val="002E39"/>
          <w:sz w:val="28"/>
          <w:szCs w:val="28"/>
        </w:rPr>
      </w:pPr>
      <w:r w:rsidRPr="00D1204D">
        <w:rPr>
          <w:rFonts w:ascii="Times New Roman" w:hAnsi="Times New Roman"/>
          <w:color w:val="002E39"/>
          <w:sz w:val="28"/>
          <w:szCs w:val="28"/>
        </w:rPr>
        <w:t>выпить большое количество воды (не менее 2 литров);</w:t>
      </w:r>
    </w:p>
    <w:p w:rsidR="00576B16" w:rsidRPr="00D1204D" w:rsidRDefault="00576B16" w:rsidP="00DC3DCE">
      <w:pPr>
        <w:numPr>
          <w:ilvl w:val="0"/>
          <w:numId w:val="24"/>
        </w:numPr>
        <w:shd w:val="clear" w:color="auto" w:fill="FFFFFF"/>
        <w:spacing w:after="0" w:line="240" w:lineRule="atLeast"/>
        <w:ind w:left="450"/>
        <w:textAlignment w:val="baseline"/>
        <w:rPr>
          <w:rFonts w:ascii="Times New Roman" w:hAnsi="Times New Roman"/>
          <w:color w:val="002E39"/>
          <w:sz w:val="28"/>
          <w:szCs w:val="28"/>
        </w:rPr>
      </w:pPr>
      <w:r w:rsidRPr="00D1204D">
        <w:rPr>
          <w:rFonts w:ascii="Times New Roman" w:hAnsi="Times New Roman"/>
          <w:color w:val="002E39"/>
          <w:sz w:val="28"/>
          <w:szCs w:val="28"/>
        </w:rPr>
        <w:t>немедленно обратиться к врачу.</w:t>
      </w:r>
    </w:p>
    <w:p w:rsidR="00576B16" w:rsidRPr="00D1204D" w:rsidRDefault="00576B16" w:rsidP="00DC3DCE">
      <w:pPr>
        <w:shd w:val="clear" w:color="auto" w:fill="FFFFFF"/>
        <w:spacing w:after="0" w:line="300" w:lineRule="atLeast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576B16" w:rsidRPr="00D1204D" w:rsidRDefault="00576B16" w:rsidP="00DC3DCE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b/>
          <w:bCs/>
          <w:color w:val="333333"/>
          <w:sz w:val="28"/>
          <w:szCs w:val="28"/>
        </w:rPr>
        <w:t>Задание 7</w:t>
      </w:r>
      <w:r w:rsidRPr="00D1204D">
        <w:rPr>
          <w:rFonts w:ascii="Times New Roman" w:hAnsi="Times New Roman"/>
          <w:color w:val="333333"/>
          <w:sz w:val="28"/>
          <w:szCs w:val="28"/>
        </w:rPr>
        <w:t> проверяет умение делать выводы на основе обобщения знаний.</w:t>
      </w:r>
    </w:p>
    <w:p w:rsidR="00576B16" w:rsidRPr="00D1204D" w:rsidRDefault="00576B16" w:rsidP="00DC3DCE">
      <w:pPr>
        <w:shd w:val="clear" w:color="auto" w:fill="FFFFFF"/>
        <w:spacing w:after="0" w:line="300" w:lineRule="atLeast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576B16" w:rsidRPr="00D1204D" w:rsidRDefault="00576B16" w:rsidP="00DC3DCE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b/>
          <w:bCs/>
          <w:i/>
          <w:iCs/>
          <w:color w:val="333333"/>
          <w:sz w:val="28"/>
          <w:szCs w:val="28"/>
        </w:rPr>
        <w:t>Верные ответы:</w:t>
      </w:r>
    </w:p>
    <w:p w:rsidR="00576B16" w:rsidRPr="00D1204D" w:rsidRDefault="00576B16" w:rsidP="00DC3DCE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2E39"/>
          <w:sz w:val="28"/>
          <w:szCs w:val="28"/>
        </w:rPr>
      </w:pPr>
      <w:r w:rsidRPr="00D7457B">
        <w:rPr>
          <w:rFonts w:ascii="Times New Roman" w:hAnsi="Times New Roman"/>
          <w:bCs/>
          <w:color w:val="002E39"/>
          <w:sz w:val="28"/>
          <w:szCs w:val="28"/>
        </w:rPr>
        <w:t>Применяемый в качестве основного активного компонента гидроксид натрия опасен для человека, и при попадании на кожу может вызвать химический ожог.</w:t>
      </w:r>
      <w:r w:rsidRPr="00D1204D">
        <w:rPr>
          <w:rFonts w:ascii="Times New Roman" w:hAnsi="Times New Roman"/>
          <w:color w:val="002E39"/>
          <w:sz w:val="28"/>
          <w:szCs w:val="28"/>
        </w:rPr>
        <w:t> Вот почему следует соблюдать осторожность при его использовании.</w:t>
      </w:r>
    </w:p>
    <w:p w:rsidR="00576B16" w:rsidRPr="00D1204D" w:rsidRDefault="00576B16" w:rsidP="005B4036">
      <w:pPr>
        <w:shd w:val="clear" w:color="auto" w:fill="FFFFFF"/>
        <w:spacing w:after="0" w:line="300" w:lineRule="atLeast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576B16" w:rsidRPr="00D1204D" w:rsidRDefault="00576B16" w:rsidP="005B4036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b/>
          <w:bCs/>
          <w:i/>
          <w:iCs/>
          <w:color w:val="333333"/>
          <w:sz w:val="28"/>
          <w:szCs w:val="28"/>
        </w:rPr>
        <w:t>Ключ оценивания:</w:t>
      </w:r>
    </w:p>
    <w:p w:rsidR="00576B16" w:rsidRPr="00D1204D" w:rsidRDefault="00576B16" w:rsidP="005B4036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0 – 3 – по числу верных ответов</w:t>
      </w:r>
    </w:p>
    <w:p w:rsidR="00576B16" w:rsidRPr="00D1204D" w:rsidRDefault="00576B16" w:rsidP="005B4036">
      <w:pPr>
        <w:shd w:val="clear" w:color="auto" w:fill="FFFFFF"/>
        <w:spacing w:after="0" w:line="300" w:lineRule="atLeast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576B16" w:rsidRPr="00D1204D" w:rsidRDefault="00576B16" w:rsidP="00EB2E14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b/>
          <w:bCs/>
          <w:color w:val="333333"/>
          <w:sz w:val="28"/>
          <w:szCs w:val="28"/>
        </w:rPr>
        <w:t>Задание 8.</w:t>
      </w:r>
      <w:r w:rsidRPr="00D1204D">
        <w:rPr>
          <w:rFonts w:ascii="Times New Roman" w:hAnsi="Times New Roman"/>
          <w:color w:val="333333"/>
          <w:sz w:val="28"/>
          <w:szCs w:val="28"/>
        </w:rPr>
        <w:t> Представь состав атмосферы в виде круговой диаграммы.</w:t>
      </w:r>
    </w:p>
    <w:p w:rsidR="00576B16" w:rsidRPr="00D1204D" w:rsidRDefault="00576B16" w:rsidP="00EB2E14">
      <w:pPr>
        <w:shd w:val="clear" w:color="auto" w:fill="FFFFFF"/>
        <w:spacing w:after="0" w:line="300" w:lineRule="atLeast"/>
        <w:rPr>
          <w:rFonts w:ascii="Times New Roman" w:hAnsi="Times New Roman"/>
          <w:color w:val="000000"/>
          <w:sz w:val="28"/>
          <w:szCs w:val="28"/>
        </w:rPr>
      </w:pPr>
      <w:r w:rsidRPr="00D1204D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Атмосфера</w:t>
      </w:r>
      <w:r w:rsidRPr="00D1204D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D120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(от.</w:t>
      </w:r>
      <w:r w:rsidRPr="00D1204D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hyperlink r:id="rId6" w:tooltip="Древнегреческий язык" w:history="1">
        <w:r w:rsidRPr="00D1204D">
          <w:rPr>
            <w:rStyle w:val="Hyperlink"/>
            <w:rFonts w:ascii="Times New Roman" w:hAnsi="Times New Roman"/>
            <w:color w:val="000000"/>
            <w:sz w:val="28"/>
            <w:szCs w:val="28"/>
            <w:shd w:val="clear" w:color="auto" w:fill="FFFFFF"/>
          </w:rPr>
          <w:t>др.-греч.</w:t>
        </w:r>
      </w:hyperlink>
      <w:r w:rsidRPr="00D1204D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D1204D">
        <w:rPr>
          <w:rFonts w:ascii="Tahoma" w:hAnsi="Tahoma" w:cs="Tahoma"/>
          <w:color w:val="000000"/>
          <w:sz w:val="28"/>
          <w:szCs w:val="28"/>
          <w:shd w:val="clear" w:color="auto" w:fill="FFFFFF"/>
        </w:rPr>
        <w:t>ἀ</w:t>
      </w:r>
      <w:r w:rsidRPr="00D120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τμός — пар и</w:t>
      </w:r>
      <w:r w:rsidRPr="00D1204D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D120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σφα</w:t>
      </w:r>
      <w:r w:rsidRPr="00D1204D">
        <w:rPr>
          <w:rFonts w:ascii="Tahoma" w:hAnsi="Tahoma" w:cs="Tahoma"/>
          <w:color w:val="000000"/>
          <w:sz w:val="28"/>
          <w:szCs w:val="28"/>
          <w:shd w:val="clear" w:color="auto" w:fill="FFFFFF"/>
        </w:rPr>
        <w:t>ῖ</w:t>
      </w:r>
      <w:r w:rsidRPr="00D120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ρα — шар) —</w:t>
      </w:r>
      <w:r w:rsidRPr="00D1204D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hyperlink r:id="rId7" w:tooltip="Газ" w:history="1">
        <w:r w:rsidRPr="00D1204D">
          <w:rPr>
            <w:rStyle w:val="Hyperlink"/>
            <w:rFonts w:ascii="Times New Roman" w:hAnsi="Times New Roman"/>
            <w:color w:val="000000"/>
            <w:sz w:val="28"/>
            <w:szCs w:val="28"/>
            <w:shd w:val="clear" w:color="auto" w:fill="FFFFFF"/>
          </w:rPr>
          <w:t>газовая</w:t>
        </w:r>
      </w:hyperlink>
      <w:r w:rsidRPr="00D1204D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D120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оболочка, окружающая планету</w:t>
      </w:r>
      <w:r w:rsidRPr="00D1204D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hyperlink r:id="rId8" w:tooltip="Земля (планета)" w:history="1">
        <w:r w:rsidRPr="00D1204D">
          <w:rPr>
            <w:rStyle w:val="Hyperlink"/>
            <w:rFonts w:ascii="Times New Roman" w:hAnsi="Times New Roman"/>
            <w:color w:val="000000"/>
            <w:sz w:val="28"/>
            <w:szCs w:val="28"/>
            <w:shd w:val="clear" w:color="auto" w:fill="FFFFFF"/>
          </w:rPr>
          <w:t>Земля</w:t>
        </w:r>
      </w:hyperlink>
      <w:r w:rsidRPr="00D120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Pr="00D1204D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76B16" w:rsidRPr="00D1204D" w:rsidRDefault="00576B16" w:rsidP="00EB2E14">
      <w:pPr>
        <w:shd w:val="clear" w:color="auto" w:fill="FFFFFF"/>
        <w:spacing w:after="0" w:line="300" w:lineRule="atLeast"/>
        <w:rPr>
          <w:rFonts w:ascii="Times New Roman" w:hAnsi="Times New Roman"/>
          <w:color w:val="000000"/>
          <w:sz w:val="28"/>
          <w:szCs w:val="28"/>
        </w:rPr>
      </w:pPr>
      <w:r w:rsidRPr="00D1204D">
        <w:rPr>
          <w:rFonts w:ascii="Times New Roman" w:hAnsi="Times New Roman"/>
          <w:color w:val="000000"/>
          <w:sz w:val="28"/>
          <w:szCs w:val="28"/>
        </w:rPr>
        <w:t>Состав атмосферы:</w:t>
      </w:r>
    </w:p>
    <w:p w:rsidR="00576B16" w:rsidRPr="00D1204D" w:rsidRDefault="00576B16" w:rsidP="00EB2E14">
      <w:pPr>
        <w:shd w:val="clear" w:color="auto" w:fill="FFFFFF"/>
        <w:spacing w:after="0" w:line="300" w:lineRule="atLeast"/>
        <w:rPr>
          <w:rFonts w:ascii="Times New Roman" w:hAnsi="Times New Roman"/>
          <w:color w:val="000000"/>
          <w:sz w:val="28"/>
          <w:szCs w:val="28"/>
        </w:rPr>
      </w:pPr>
      <w:r w:rsidRPr="00D1204D">
        <w:rPr>
          <w:rFonts w:ascii="Times New Roman" w:hAnsi="Times New Roman"/>
          <w:color w:val="000000"/>
          <w:sz w:val="28"/>
          <w:szCs w:val="28"/>
        </w:rPr>
        <w:t>Азот – 78%</w:t>
      </w:r>
    </w:p>
    <w:p w:rsidR="00576B16" w:rsidRPr="00D1204D" w:rsidRDefault="00576B16" w:rsidP="00EB2E14">
      <w:pPr>
        <w:shd w:val="clear" w:color="auto" w:fill="FFFFFF"/>
        <w:spacing w:after="0" w:line="300" w:lineRule="atLeast"/>
        <w:rPr>
          <w:rFonts w:ascii="Times New Roman" w:hAnsi="Times New Roman"/>
          <w:color w:val="000000"/>
          <w:sz w:val="28"/>
          <w:szCs w:val="28"/>
        </w:rPr>
      </w:pPr>
      <w:r w:rsidRPr="00D1204D">
        <w:rPr>
          <w:rFonts w:ascii="Times New Roman" w:hAnsi="Times New Roman"/>
          <w:color w:val="000000"/>
          <w:sz w:val="28"/>
          <w:szCs w:val="28"/>
        </w:rPr>
        <w:t>Кислород – немногим менее  21%</w:t>
      </w:r>
    </w:p>
    <w:p w:rsidR="00576B16" w:rsidRPr="00D1204D" w:rsidRDefault="00576B16" w:rsidP="00EB2E14">
      <w:pPr>
        <w:shd w:val="clear" w:color="auto" w:fill="FFFFFF"/>
        <w:spacing w:after="0" w:line="300" w:lineRule="atLeast"/>
        <w:rPr>
          <w:rFonts w:ascii="Times New Roman" w:hAnsi="Times New Roman"/>
          <w:color w:val="000000"/>
          <w:sz w:val="28"/>
          <w:szCs w:val="28"/>
        </w:rPr>
      </w:pPr>
      <w:r w:rsidRPr="00D1204D">
        <w:rPr>
          <w:rFonts w:ascii="Times New Roman" w:hAnsi="Times New Roman"/>
          <w:color w:val="000000"/>
          <w:sz w:val="28"/>
          <w:szCs w:val="28"/>
        </w:rPr>
        <w:t>Аргон – немногим менее 1%</w:t>
      </w:r>
    </w:p>
    <w:p w:rsidR="00576B16" w:rsidRPr="00D1204D" w:rsidRDefault="00576B16" w:rsidP="00EB2E14">
      <w:pPr>
        <w:shd w:val="clear" w:color="auto" w:fill="FFFFFF"/>
        <w:spacing w:after="0" w:line="300" w:lineRule="atLeast"/>
        <w:rPr>
          <w:rFonts w:ascii="Times New Roman" w:hAnsi="Times New Roman"/>
          <w:color w:val="000000"/>
          <w:sz w:val="28"/>
          <w:szCs w:val="28"/>
        </w:rPr>
      </w:pPr>
      <w:r w:rsidRPr="00D1204D">
        <w:rPr>
          <w:rFonts w:ascii="Times New Roman" w:hAnsi="Times New Roman"/>
          <w:color w:val="000000"/>
          <w:sz w:val="28"/>
          <w:szCs w:val="28"/>
        </w:rPr>
        <w:t>Другие газы (углекислый газ, неон, гелий, метан, водород и др.) – 0,07 %</w:t>
      </w:r>
    </w:p>
    <w:p w:rsidR="00576B16" w:rsidRPr="00D1204D" w:rsidRDefault="00576B16" w:rsidP="005B4036">
      <w:pPr>
        <w:shd w:val="clear" w:color="auto" w:fill="FFFFFF"/>
        <w:spacing w:after="0" w:line="300" w:lineRule="atLeast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576B16" w:rsidRDefault="00576B16" w:rsidP="005B4036">
      <w:pPr>
        <w:shd w:val="clear" w:color="auto" w:fill="FFFFFF"/>
        <w:spacing w:after="0" w:line="300" w:lineRule="atLeast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576B16" w:rsidRPr="00D1204D" w:rsidRDefault="00576B16" w:rsidP="005B4036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b/>
          <w:bCs/>
          <w:color w:val="333333"/>
          <w:sz w:val="28"/>
          <w:szCs w:val="28"/>
        </w:rPr>
        <w:t>Задание 8</w:t>
      </w:r>
      <w:r w:rsidRPr="00D1204D">
        <w:rPr>
          <w:rFonts w:ascii="Times New Roman" w:hAnsi="Times New Roman"/>
          <w:color w:val="333333"/>
          <w:sz w:val="28"/>
          <w:szCs w:val="28"/>
        </w:rPr>
        <w:t> проверяет умение представлять информацию в виде таблиц, схем, диаграмм.</w:t>
      </w:r>
    </w:p>
    <w:p w:rsidR="00576B16" w:rsidRPr="00D1204D" w:rsidRDefault="00576B16" w:rsidP="00A43972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b/>
          <w:bCs/>
          <w:i/>
          <w:iCs/>
          <w:color w:val="333333"/>
          <w:sz w:val="28"/>
          <w:szCs w:val="28"/>
        </w:rPr>
        <w:t>Верные ответы:</w:t>
      </w:r>
    </w:p>
    <w:p w:rsidR="00576B16" w:rsidRPr="00D1204D" w:rsidRDefault="00576B16" w:rsidP="005B4036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noProof/>
          <w:sz w:val="28"/>
          <w:szCs w:val="28"/>
        </w:rPr>
        <w:pict>
          <v:shape id="Рисунок 4" o:spid="_x0000_i1026" type="#_x0000_t75" alt="СОСТАВ ЗЕМНОЙ АТМОСФЕРЫ &quot; Мурзим" style="width:187.5pt;height:195pt;visibility:visible">
            <v:imagedata r:id="rId9" o:title=""/>
          </v:shape>
        </w:pict>
      </w:r>
    </w:p>
    <w:p w:rsidR="00576B16" w:rsidRPr="00D1204D" w:rsidRDefault="00576B16" w:rsidP="005B4036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</w:p>
    <w:p w:rsidR="00576B16" w:rsidRPr="00D1204D" w:rsidRDefault="00576B16" w:rsidP="009F3C72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b/>
          <w:bCs/>
          <w:i/>
          <w:iCs/>
          <w:color w:val="333333"/>
          <w:sz w:val="28"/>
          <w:szCs w:val="28"/>
        </w:rPr>
        <w:t>Ключ оценивания:</w:t>
      </w:r>
    </w:p>
    <w:p w:rsidR="00576B16" w:rsidRPr="00D1204D" w:rsidRDefault="00576B16" w:rsidP="005B4036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</w:p>
    <w:p w:rsidR="00576B16" w:rsidRPr="00D1204D" w:rsidRDefault="00576B16" w:rsidP="005B4036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0-4 по числу верно начерченных частей диаграммы.</w:t>
      </w:r>
    </w:p>
    <w:p w:rsidR="00576B16" w:rsidRPr="00D1204D" w:rsidRDefault="00576B16" w:rsidP="00561125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</w:p>
    <w:p w:rsidR="00576B16" w:rsidRPr="00D1204D" w:rsidRDefault="00576B16" w:rsidP="00561125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Вначале указывается максимальный балл, который ученик может получить за выполнение задания. Потом необходимо подсчитать сумму баллов, ко</w:t>
      </w:r>
      <w:r w:rsidRPr="00D1204D">
        <w:rPr>
          <w:rFonts w:ascii="Times New Roman" w:hAnsi="Times New Roman"/>
          <w:color w:val="333333"/>
          <w:sz w:val="28"/>
          <w:szCs w:val="28"/>
        </w:rPr>
        <w:softHyphen/>
        <w:t>торую ученик мог бы набрать и которую реально набрал, и перевести её в проценты. Баллы, полученные каждым учеником, не переводятся в отметки и не выставляются в классный журнал. Для учителя и родителей они яв</w:t>
      </w:r>
      <w:r w:rsidRPr="00D1204D">
        <w:rPr>
          <w:rFonts w:ascii="Times New Roman" w:hAnsi="Times New Roman"/>
          <w:color w:val="333333"/>
          <w:sz w:val="28"/>
          <w:szCs w:val="28"/>
        </w:rPr>
        <w:softHyphen/>
        <w:t>ляются показателем того, на каком уровне развития находится соответ</w:t>
      </w:r>
      <w:r w:rsidRPr="00D1204D">
        <w:rPr>
          <w:rFonts w:ascii="Times New Roman" w:hAnsi="Times New Roman"/>
          <w:color w:val="333333"/>
          <w:sz w:val="28"/>
          <w:szCs w:val="28"/>
        </w:rPr>
        <w:softHyphen/>
        <w:t>ствующее умение у ученика и что нужно сделать, чтобы помочь ему в дальнейшем продвижении. Увидеть уровень развития можно путём со</w:t>
      </w:r>
      <w:r w:rsidRPr="00D1204D">
        <w:rPr>
          <w:rFonts w:ascii="Times New Roman" w:hAnsi="Times New Roman"/>
          <w:color w:val="333333"/>
          <w:sz w:val="28"/>
          <w:szCs w:val="28"/>
        </w:rPr>
        <w:softHyphen/>
        <w:t>поставления результатов каждого ученика с его собственными преды</w:t>
      </w:r>
      <w:r w:rsidRPr="00D1204D">
        <w:rPr>
          <w:rFonts w:ascii="Times New Roman" w:hAnsi="Times New Roman"/>
          <w:color w:val="333333"/>
          <w:sz w:val="28"/>
          <w:szCs w:val="28"/>
        </w:rPr>
        <w:softHyphen/>
        <w:t>дущими результатами.</w:t>
      </w:r>
    </w:p>
    <w:p w:rsidR="00576B16" w:rsidRPr="00D1204D" w:rsidRDefault="00576B16" w:rsidP="00561125">
      <w:pPr>
        <w:shd w:val="clear" w:color="auto" w:fill="FFFFFF"/>
        <w:spacing w:after="120" w:line="240" w:lineRule="atLeast"/>
        <w:ind w:firstLine="708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D1204D">
        <w:rPr>
          <w:rFonts w:ascii="Times New Roman" w:hAnsi="Times New Roman"/>
          <w:color w:val="333333"/>
          <w:sz w:val="28"/>
          <w:szCs w:val="28"/>
        </w:rPr>
        <w:t>На основе анализа данных оценивается успешность работы за прошедший период и ставятся задачи работы с учащимися на предстоящий год.</w:t>
      </w:r>
      <w:r>
        <w:rPr>
          <w:rFonts w:ascii="Times New Roman" w:hAnsi="Times New Roman"/>
          <w:color w:val="333333"/>
          <w:sz w:val="28"/>
          <w:szCs w:val="28"/>
        </w:rPr>
        <w:t xml:space="preserve"> </w:t>
      </w:r>
      <w:r w:rsidRPr="00D1204D">
        <w:rPr>
          <w:rFonts w:ascii="Times New Roman" w:hAnsi="Times New Roman"/>
          <w:color w:val="333333"/>
          <w:sz w:val="28"/>
          <w:szCs w:val="28"/>
        </w:rPr>
        <w:t>Ежегодное отслеживание развития и формирования УУД дает педагогу неоценимую помощь в построении целенаправленной и эффективной работы по достижению качества образования для каждого ребенка. Внедрение ФГОС второго поколения –  новый этап в развитии общего среднего образования. Это обязывает современного учителя быть более ответственным, инициативным, творческим, способным удовлетворить запросы каждого ребенка, помочь ему найти себя в будущем, стать самостоятельным, творческим и уверенным в себе.</w:t>
      </w:r>
    </w:p>
    <w:p w:rsidR="00576B16" w:rsidRPr="00D1204D" w:rsidRDefault="00576B16" w:rsidP="00561125">
      <w:pPr>
        <w:spacing w:after="0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576B16" w:rsidRPr="00D1204D" w:rsidRDefault="00576B16" w:rsidP="00561125">
      <w:pPr>
        <w:shd w:val="clear" w:color="auto" w:fill="FFFFFF"/>
        <w:spacing w:after="0" w:line="300" w:lineRule="atLeast"/>
        <w:rPr>
          <w:rFonts w:ascii="Times New Roman" w:hAnsi="Times New Roman"/>
          <w:color w:val="333333"/>
          <w:sz w:val="28"/>
          <w:szCs w:val="28"/>
        </w:rPr>
      </w:pPr>
    </w:p>
    <w:p w:rsidR="00576B16" w:rsidRPr="00D1204D" w:rsidRDefault="00576B16" w:rsidP="00A81E09">
      <w:pPr>
        <w:spacing w:after="0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576B16" w:rsidRPr="00D1204D" w:rsidRDefault="00576B16" w:rsidP="00A81E09">
      <w:pPr>
        <w:spacing w:after="0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576B16" w:rsidRPr="00D1204D" w:rsidRDefault="00576B16" w:rsidP="00A81E09">
      <w:pPr>
        <w:spacing w:after="0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576B16" w:rsidRPr="00D1204D" w:rsidRDefault="00576B16" w:rsidP="00A81E09">
      <w:pPr>
        <w:spacing w:after="0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576B16" w:rsidRPr="00D1204D" w:rsidRDefault="00576B16" w:rsidP="00A81E09">
      <w:pPr>
        <w:spacing w:after="0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576B16" w:rsidRPr="00D1204D" w:rsidRDefault="00576B16">
      <w:pPr>
        <w:spacing w:after="0"/>
        <w:jc w:val="center"/>
        <w:rPr>
          <w:rFonts w:ascii="Times New Roman" w:hAnsi="Times New Roman"/>
          <w:color w:val="333333"/>
          <w:sz w:val="28"/>
          <w:szCs w:val="28"/>
        </w:rPr>
      </w:pPr>
    </w:p>
    <w:sectPr w:rsidR="00576B16" w:rsidRPr="00D1204D" w:rsidSect="00D1204D">
      <w:pgSz w:w="11906" w:h="16838"/>
      <w:pgMar w:top="1134" w:right="566" w:bottom="1134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1FB0"/>
    <w:multiLevelType w:val="multilevel"/>
    <w:tmpl w:val="A8AE8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43D460A"/>
    <w:multiLevelType w:val="multilevel"/>
    <w:tmpl w:val="61D82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56038A"/>
    <w:multiLevelType w:val="multilevel"/>
    <w:tmpl w:val="EDB25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9341A2"/>
    <w:multiLevelType w:val="multilevel"/>
    <w:tmpl w:val="4D24C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ED5BDC"/>
    <w:multiLevelType w:val="multilevel"/>
    <w:tmpl w:val="A9B29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3F261FF"/>
    <w:multiLevelType w:val="multilevel"/>
    <w:tmpl w:val="8BFA9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FC205B6"/>
    <w:multiLevelType w:val="hybridMultilevel"/>
    <w:tmpl w:val="044AE0B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C67FA5"/>
    <w:multiLevelType w:val="hybridMultilevel"/>
    <w:tmpl w:val="620A88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02D5EE7"/>
    <w:multiLevelType w:val="multilevel"/>
    <w:tmpl w:val="097EA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7881565"/>
    <w:multiLevelType w:val="hybridMultilevel"/>
    <w:tmpl w:val="3626C1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9BE6206"/>
    <w:multiLevelType w:val="multilevel"/>
    <w:tmpl w:val="79788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A970415"/>
    <w:multiLevelType w:val="multilevel"/>
    <w:tmpl w:val="82D47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AA20D87"/>
    <w:multiLevelType w:val="multilevel"/>
    <w:tmpl w:val="4F643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AAD0233"/>
    <w:multiLevelType w:val="multilevel"/>
    <w:tmpl w:val="C6064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B444433"/>
    <w:multiLevelType w:val="multilevel"/>
    <w:tmpl w:val="46CC5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0627447"/>
    <w:multiLevelType w:val="multilevel"/>
    <w:tmpl w:val="03DA4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53F80752"/>
    <w:multiLevelType w:val="multilevel"/>
    <w:tmpl w:val="107A6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23F516C"/>
    <w:multiLevelType w:val="multilevel"/>
    <w:tmpl w:val="E8B28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67D364C5"/>
    <w:multiLevelType w:val="multilevel"/>
    <w:tmpl w:val="38C8A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6D69222E"/>
    <w:multiLevelType w:val="multilevel"/>
    <w:tmpl w:val="CAA838B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1692510"/>
    <w:multiLevelType w:val="multilevel"/>
    <w:tmpl w:val="442E0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732118AA"/>
    <w:multiLevelType w:val="multilevel"/>
    <w:tmpl w:val="EF809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4E678FA"/>
    <w:multiLevelType w:val="multilevel"/>
    <w:tmpl w:val="C6064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759773A1"/>
    <w:multiLevelType w:val="hybridMultilevel"/>
    <w:tmpl w:val="7F5C6B3E"/>
    <w:lvl w:ilvl="0" w:tplc="738A039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D3C49FA"/>
    <w:multiLevelType w:val="multilevel"/>
    <w:tmpl w:val="A45CD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0"/>
  </w:num>
  <w:num w:numId="3">
    <w:abstractNumId w:val="1"/>
  </w:num>
  <w:num w:numId="4">
    <w:abstractNumId w:val="22"/>
  </w:num>
  <w:num w:numId="5">
    <w:abstractNumId w:val="19"/>
  </w:num>
  <w:num w:numId="6">
    <w:abstractNumId w:val="5"/>
  </w:num>
  <w:num w:numId="7">
    <w:abstractNumId w:val="16"/>
  </w:num>
  <w:num w:numId="8">
    <w:abstractNumId w:val="17"/>
    <w:lvlOverride w:ilvl="0">
      <w:startOverride w:val="2"/>
    </w:lvlOverride>
  </w:num>
  <w:num w:numId="9">
    <w:abstractNumId w:val="4"/>
  </w:num>
  <w:num w:numId="10">
    <w:abstractNumId w:val="18"/>
  </w:num>
  <w:num w:numId="11">
    <w:abstractNumId w:val="20"/>
  </w:num>
  <w:num w:numId="12">
    <w:abstractNumId w:val="11"/>
  </w:num>
  <w:num w:numId="13">
    <w:abstractNumId w:val="14"/>
  </w:num>
  <w:num w:numId="14">
    <w:abstractNumId w:val="21"/>
  </w:num>
  <w:num w:numId="15">
    <w:abstractNumId w:val="12"/>
  </w:num>
  <w:num w:numId="16">
    <w:abstractNumId w:val="8"/>
  </w:num>
  <w:num w:numId="17">
    <w:abstractNumId w:val="2"/>
  </w:num>
  <w:num w:numId="18">
    <w:abstractNumId w:val="13"/>
  </w:num>
  <w:num w:numId="19">
    <w:abstractNumId w:val="9"/>
  </w:num>
  <w:num w:numId="20">
    <w:abstractNumId w:val="6"/>
  </w:num>
  <w:num w:numId="21">
    <w:abstractNumId w:val="23"/>
  </w:num>
  <w:num w:numId="22">
    <w:abstractNumId w:val="24"/>
  </w:num>
  <w:num w:numId="23">
    <w:abstractNumId w:val="10"/>
  </w:num>
  <w:num w:numId="24">
    <w:abstractNumId w:val="3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60AA"/>
    <w:rsid w:val="000B03A9"/>
    <w:rsid w:val="00123749"/>
    <w:rsid w:val="00174AD1"/>
    <w:rsid w:val="00246474"/>
    <w:rsid w:val="00272258"/>
    <w:rsid w:val="00313507"/>
    <w:rsid w:val="003360AA"/>
    <w:rsid w:val="003859F6"/>
    <w:rsid w:val="00487382"/>
    <w:rsid w:val="00502F27"/>
    <w:rsid w:val="005201C8"/>
    <w:rsid w:val="00561125"/>
    <w:rsid w:val="00576B16"/>
    <w:rsid w:val="005A70D2"/>
    <w:rsid w:val="005B4036"/>
    <w:rsid w:val="0064607C"/>
    <w:rsid w:val="006D5665"/>
    <w:rsid w:val="006E2EB5"/>
    <w:rsid w:val="006F5FD3"/>
    <w:rsid w:val="00701C49"/>
    <w:rsid w:val="007875B0"/>
    <w:rsid w:val="007C4AB0"/>
    <w:rsid w:val="0082070A"/>
    <w:rsid w:val="00896005"/>
    <w:rsid w:val="0089711E"/>
    <w:rsid w:val="0093012E"/>
    <w:rsid w:val="009F3C72"/>
    <w:rsid w:val="00A43972"/>
    <w:rsid w:val="00A77BB6"/>
    <w:rsid w:val="00A81E09"/>
    <w:rsid w:val="00AD425B"/>
    <w:rsid w:val="00B2360B"/>
    <w:rsid w:val="00BF09D2"/>
    <w:rsid w:val="00C1168F"/>
    <w:rsid w:val="00C46B49"/>
    <w:rsid w:val="00C52B74"/>
    <w:rsid w:val="00CC39AD"/>
    <w:rsid w:val="00D1204D"/>
    <w:rsid w:val="00D7457B"/>
    <w:rsid w:val="00DC3DCE"/>
    <w:rsid w:val="00E7147A"/>
    <w:rsid w:val="00EB2E14"/>
    <w:rsid w:val="00F20992"/>
    <w:rsid w:val="00F439AE"/>
    <w:rsid w:val="00FA5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25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3360AA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3360AA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3360AA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B2360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5B4036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89711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F20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09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06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06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06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7%D0%B5%D0%BC%D0%BB%D1%8F_(%D0%BF%D0%BB%D0%B0%D0%BD%D0%B5%D1%82%D0%B0)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3%D0%B0%D0%B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4%D1%80%D0%B5%D0%B2%D0%BD%D0%B5%D0%B3%D1%80%D0%B5%D1%87%D0%B5%D1%81%D0%BA%D0%B8%D0%B9_%D1%8F%D0%B7%D1%8B%D0%BA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74</TotalTime>
  <Pages>8</Pages>
  <Words>1836</Words>
  <Characters>10470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Akulov-AA</cp:lastModifiedBy>
  <cp:revision>5</cp:revision>
  <cp:lastPrinted>2015-05-26T08:52:00Z</cp:lastPrinted>
  <dcterms:created xsi:type="dcterms:W3CDTF">2015-06-09T06:51:00Z</dcterms:created>
  <dcterms:modified xsi:type="dcterms:W3CDTF">2015-09-02T09:35:00Z</dcterms:modified>
</cp:coreProperties>
</file>